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47" w:type="pct"/>
        <w:tblLayout w:type="fixed"/>
        <w:tblCellMar>
          <w:left w:w="115" w:type="dxa"/>
          <w:right w:w="115" w:type="dxa"/>
        </w:tblCellMar>
        <w:tblLook w:val="0600" w:firstRow="0" w:lastRow="0" w:firstColumn="0" w:lastColumn="0" w:noHBand="1" w:noVBand="1"/>
        <w:tblDescription w:val="Layout Tabellenseite 1"/>
      </w:tblPr>
      <w:tblGrid>
        <w:gridCol w:w="263"/>
        <w:gridCol w:w="3079"/>
        <w:gridCol w:w="3323"/>
        <w:gridCol w:w="4109"/>
      </w:tblGrid>
      <w:tr w:rsidR="0047779F" w:rsidRPr="00616EA8" w14:paraId="1B132760" w14:textId="77777777" w:rsidTr="00A95D0F">
        <w:trPr>
          <w:trHeight w:val="1766"/>
        </w:trPr>
        <w:tc>
          <w:tcPr>
            <w:tcW w:w="122" w:type="pct"/>
          </w:tcPr>
          <w:p w14:paraId="64E458BB" w14:textId="77777777" w:rsidR="0047779F" w:rsidRPr="00616EA8" w:rsidRDefault="0047779F" w:rsidP="00C03D04"/>
        </w:tc>
        <w:sdt>
          <w:sdtPr>
            <w:id w:val="2015407855"/>
            <w:placeholder>
              <w:docPart w:val="7946BA4A6E3E4CD2B2D4450E550CA261"/>
            </w:placeholder>
            <w:temporary/>
            <w:showingPlcHdr/>
            <w15:appearance w15:val="hidden"/>
          </w:sdtPr>
          <w:sdtEndPr/>
          <w:sdtContent>
            <w:tc>
              <w:tcPr>
                <w:tcW w:w="2971" w:type="pct"/>
                <w:gridSpan w:val="2"/>
                <w:shd w:val="clear" w:color="auto" w:fill="1B74BC" w:themeFill="accent1"/>
              </w:tcPr>
              <w:p w14:paraId="272CE569" w14:textId="77777777" w:rsidR="0047779F" w:rsidRPr="00616EA8" w:rsidRDefault="0047779F" w:rsidP="00C03D04">
                <w:pPr>
                  <w:pStyle w:val="Titel"/>
                </w:pPr>
                <w:r w:rsidRPr="00616EA8">
                  <w:rPr>
                    <w:lang w:bidi="de-DE"/>
                  </w:rPr>
                  <w:t>Newsletter</w:t>
                </w:r>
              </w:p>
              <w:p w14:paraId="0069C112" w14:textId="77777777" w:rsidR="0047779F" w:rsidRPr="00616EA8" w:rsidRDefault="0047779F" w:rsidP="00C03D04">
                <w:pPr>
                  <w:pStyle w:val="Titel"/>
                </w:pPr>
                <w:r w:rsidRPr="00616EA8">
                  <w:rPr>
                    <w:lang w:bidi="de-DE"/>
                  </w:rPr>
                  <w:t>Titel</w:t>
                </w:r>
              </w:p>
            </w:tc>
          </w:sdtContent>
        </w:sdt>
        <w:sdt>
          <w:sdtPr>
            <w:id w:val="474258871"/>
            <w:placeholder>
              <w:docPart w:val="5D5190AC7FCD4B8A9E9C16FFE8A7F69A"/>
            </w:placeholder>
            <w:temporary/>
            <w:showingPlcHdr/>
            <w15:appearance w15:val="hidden"/>
          </w:sdtPr>
          <w:sdtEndPr/>
          <w:sdtContent>
            <w:tc>
              <w:tcPr>
                <w:tcW w:w="1907" w:type="pct"/>
              </w:tcPr>
              <w:p w14:paraId="74206D6F" w14:textId="77777777" w:rsidR="0047779F" w:rsidRPr="00B004AA" w:rsidRDefault="0047779F" w:rsidP="00B004AA">
                <w:pPr>
                  <w:pStyle w:val="Datum"/>
                </w:pPr>
                <w:r w:rsidRPr="00B004AA">
                  <w:rPr>
                    <w:lang w:bidi="de-DE"/>
                  </w:rPr>
                  <w:t>Datum des Newsletters</w:t>
                </w:r>
              </w:p>
            </w:tc>
          </w:sdtContent>
        </w:sdt>
      </w:tr>
      <w:tr w:rsidR="0047779F" w:rsidRPr="000D4B01" w14:paraId="79C49773" w14:textId="77777777" w:rsidTr="00A95D0F">
        <w:trPr>
          <w:trHeight w:val="1854"/>
        </w:trPr>
        <w:tc>
          <w:tcPr>
            <w:tcW w:w="5000" w:type="pct"/>
            <w:gridSpan w:val="4"/>
          </w:tcPr>
          <w:p w14:paraId="28BE6981" w14:textId="77777777" w:rsidR="0047779F" w:rsidRPr="000D4B01" w:rsidRDefault="0047779F" w:rsidP="00C03D04">
            <w:pPr>
              <w:rPr>
                <w:rFonts w:asciiTheme="majorHAnsi" w:hAnsiTheme="majorHAnsi" w:cstheme="majorHAnsi"/>
                <w:b/>
                <w:bCs/>
              </w:rPr>
            </w:pPr>
          </w:p>
          <w:p w14:paraId="48DA4CE4" w14:textId="3C03465B" w:rsidR="000D4B01" w:rsidRPr="000D4B01" w:rsidRDefault="002F75F8" w:rsidP="00C03D04">
            <w:pPr>
              <w:rPr>
                <w:rFonts w:asciiTheme="majorHAnsi" w:hAnsiTheme="majorHAnsi" w:cstheme="majorHAnsi"/>
                <w:b/>
                <w:bCs/>
                <w:color w:val="FFFFFF" w:themeColor="background1"/>
                <w:sz w:val="32"/>
                <w:szCs w:val="36"/>
              </w:rPr>
            </w:pPr>
            <w:r w:rsidRPr="00C06622">
              <w:rPr>
                <w:rFonts w:asciiTheme="majorHAnsi" w:hAnsiTheme="majorHAnsi" w:cstheme="majorHAnsi"/>
                <w:b/>
                <w:bCs/>
                <w:sz w:val="32"/>
                <w:szCs w:val="36"/>
              </w:rPr>
              <w:t>X</w:t>
            </w:r>
          </w:p>
        </w:tc>
      </w:tr>
      <w:tr w:rsidR="00616EA8" w:rsidRPr="00616EA8" w14:paraId="569511A8" w14:textId="77777777" w:rsidTr="00A95D0F">
        <w:trPr>
          <w:trHeight w:val="759"/>
        </w:trPr>
        <w:sdt>
          <w:sdtPr>
            <w:id w:val="-1180420257"/>
            <w:placeholder>
              <w:docPart w:val="53A48F6FB5A84943B544A91E78F88B53"/>
            </w:placeholder>
            <w:temporary/>
            <w:showingPlcHdr/>
            <w15:appearance w15:val="hidden"/>
          </w:sdtPr>
          <w:sdtEndPr/>
          <w:sdtContent>
            <w:tc>
              <w:tcPr>
                <w:tcW w:w="5000" w:type="pct"/>
                <w:gridSpan w:val="4"/>
              </w:tcPr>
              <w:p w14:paraId="05F301B4" w14:textId="77777777" w:rsidR="00616EA8" w:rsidRPr="00844B11" w:rsidRDefault="00616EA8" w:rsidP="00844B11">
                <w:pPr>
                  <w:pStyle w:val="berschrift1"/>
                </w:pPr>
                <w:r w:rsidRPr="00844B11">
                  <w:rPr>
                    <w:rStyle w:val="berschrift1Zchn"/>
                    <w:b/>
                    <w:lang w:bidi="de-DE"/>
                  </w:rPr>
                  <w:t>ARTIKELÜBERSCHRIFT</w:t>
                </w:r>
              </w:p>
            </w:tc>
          </w:sdtContent>
        </w:sdt>
      </w:tr>
      <w:tr w:rsidR="009A504D" w:rsidRPr="00616EA8" w14:paraId="407C1465" w14:textId="77777777" w:rsidTr="00A95D0F">
        <w:trPr>
          <w:trHeight w:val="4896"/>
        </w:trPr>
        <w:sdt>
          <w:sdtPr>
            <w:id w:val="1390839270"/>
            <w:placeholder>
              <w:docPart w:val="BF37F2AA39254473A34DC077D1805C00"/>
            </w:placeholder>
            <w:temporary/>
            <w:showingPlcHdr/>
            <w15:appearance w15:val="hidden"/>
          </w:sdtPr>
          <w:sdtEndPr/>
          <w:sdtContent>
            <w:tc>
              <w:tcPr>
                <w:tcW w:w="1551" w:type="pct"/>
                <w:gridSpan w:val="2"/>
                <w:tcMar>
                  <w:right w:w="216" w:type="dxa"/>
                </w:tcMar>
              </w:tcPr>
              <w:p w14:paraId="2FD34DDF" w14:textId="77777777" w:rsidR="00616EA8" w:rsidRPr="00616EA8" w:rsidRDefault="00616EA8" w:rsidP="00C03D04">
                <w:r w:rsidRPr="00616EA8">
                  <w:rPr>
                    <w:lang w:bidi="de-DE"/>
                  </w:rPr>
                  <w:t>Sie können den Text in jedem Abschnitt dieses Dokuments jederzeit bequem ändern, indem Sie einfach darauf klicken und mit der Eingabe beginnen. Die Vorlage ist so konfiguriert, dass die Formatierung auch mit neu von Ihnen hinzugefügten Informationen intakt bleibt.</w:t>
                </w:r>
              </w:p>
              <w:p w14:paraId="585F36CE" w14:textId="77777777" w:rsidR="00616EA8" w:rsidRPr="00616EA8" w:rsidRDefault="00616EA8" w:rsidP="00C03D04">
                <w:r w:rsidRPr="00616EA8">
                  <w:rPr>
                    <w:lang w:bidi="de-DE"/>
                  </w:rPr>
                  <w:t>Zum Aktualisieren der Formatierung können Sie auf der Registerkarte "Start" den Katalog "Schnellformatvorlagen" für die integrierten Formatvorlagen verwenden. Außerdem können Sie mithilfe der anderen Steuerelemente auf der Registerkarte „Start“ Text auch direkt formatieren.</w:t>
                </w:r>
              </w:p>
            </w:tc>
          </w:sdtContent>
        </w:sdt>
        <w:sdt>
          <w:sdtPr>
            <w:id w:val="-1258981910"/>
            <w:placeholder>
              <w:docPart w:val="1F4E5F3B759F4B4E9B050ABCD821ECCC"/>
            </w:placeholder>
            <w:temporary/>
            <w:showingPlcHdr/>
            <w15:appearance w15:val="hidden"/>
          </w:sdtPr>
          <w:sdtEndPr/>
          <w:sdtContent>
            <w:tc>
              <w:tcPr>
                <w:tcW w:w="1542" w:type="pct"/>
                <w:tcMar>
                  <w:right w:w="216" w:type="dxa"/>
                </w:tcMar>
              </w:tcPr>
              <w:p w14:paraId="57C67206" w14:textId="77777777" w:rsidR="00616EA8" w:rsidRPr="00616EA8" w:rsidRDefault="00616EA8" w:rsidP="00C03D04">
                <w:r w:rsidRPr="00616EA8">
                  <w:rPr>
                    <w:lang w:bidi="de-DE"/>
                  </w:rPr>
                  <w:t>Auf der Registerkarte „Entwurf“ können Sie das Design, die Farben und die Schriftarten des Dokuments ändern. Dadurch wird das gesamte Dokument durch nur einen Klick mit dem ausgewählten Hauptfarbschema und dem Schriftartenschema aktualisiert.</w:t>
                </w:r>
              </w:p>
              <w:p w14:paraId="73112D50" w14:textId="77777777" w:rsidR="00616EA8" w:rsidRPr="00616EA8" w:rsidRDefault="00616EA8" w:rsidP="00C03D04">
                <w:r w:rsidRPr="00616EA8">
                  <w:rPr>
                    <w:lang w:bidi="de-DE"/>
                  </w:rPr>
                  <w:t>Um eines der Bilder zu ändern, klicken Sie einfach darauf, und wählen Sie auf der Registerkarte des Bildtools auf „Bild ändern“. Für das Bild auf der ersten Seite doppelklicken Sie in die Kopfzeile, um auf das Bild zuzugreifen und es bei Bedarf zu aktualisieren.</w:t>
                </w:r>
              </w:p>
            </w:tc>
          </w:sdtContent>
        </w:sdt>
        <w:tc>
          <w:tcPr>
            <w:tcW w:w="1907" w:type="pct"/>
            <w:vMerge w:val="restart"/>
            <w:shd w:val="clear" w:color="auto" w:fill="009DD9" w:themeFill="accent2"/>
            <w:tcMar>
              <w:left w:w="216" w:type="dxa"/>
              <w:right w:w="216" w:type="dxa"/>
            </w:tcMar>
          </w:tcPr>
          <w:sdt>
            <w:sdtPr>
              <w:id w:val="-486870784"/>
              <w:placeholder>
                <w:docPart w:val="CB25D3B5F6084DE493772E6C9151F791"/>
              </w:placeholder>
              <w:temporary/>
              <w:showingPlcHdr/>
              <w15:appearance w15:val="hidden"/>
            </w:sdtPr>
            <w:sdtEndPr/>
            <w:sdtContent>
              <w:p w14:paraId="75044DCC" w14:textId="77777777" w:rsidR="00616EA8" w:rsidRPr="00616EA8" w:rsidRDefault="00616EA8" w:rsidP="00A95D0F">
                <w:pPr>
                  <w:pStyle w:val="berschrift1Alt"/>
                  <w:ind w:right="-238"/>
                </w:pPr>
                <w:r w:rsidRPr="00616EA8">
                  <w:rPr>
                    <w:lang w:bidi="de-DE"/>
                  </w:rPr>
                  <w:t>ARTIKELÜBERSCHRIFT</w:t>
                </w:r>
              </w:p>
            </w:sdtContent>
          </w:sdt>
          <w:sdt>
            <w:sdtPr>
              <w:id w:val="177469827"/>
              <w:placeholder>
                <w:docPart w:val="011F9B6B08C14B7EAC185FDEEE0917DE"/>
              </w:placeholder>
              <w:temporary/>
              <w:showingPlcHdr/>
              <w15:appearance w15:val="hidden"/>
            </w:sdtPr>
            <w:sdtEndPr/>
            <w:sdtContent>
              <w:p w14:paraId="41296F24" w14:textId="77777777" w:rsidR="00616EA8" w:rsidRPr="00616EA8" w:rsidRDefault="00616EA8" w:rsidP="00C03D04">
                <w:pPr>
                  <w:pStyle w:val="ZusammenfassungdesArtikels"/>
                </w:pPr>
                <w:r w:rsidRPr="00616EA8">
                  <w:rPr>
                    <w:lang w:bidi="de-DE"/>
                  </w:rPr>
                  <w:t>Geben Sie ein Zitat aus dem Artikel oder die Zusammenfassung eines interessanten Punktes an. Sie</w:t>
                </w:r>
                <w:r w:rsidR="00A95D0F">
                  <w:rPr>
                    <w:lang w:bidi="de-DE"/>
                  </w:rPr>
                  <w:t> </w:t>
                </w:r>
                <w:r w:rsidRPr="00616EA8">
                  <w:rPr>
                    <w:lang w:bidi="de-DE"/>
                  </w:rPr>
                  <w:t>können die Farbe des Blocks automatisch durch eine Änderung der Vorlagenfarben ändern oder die Füllung dieser Zelle aktualisieren.</w:t>
                </w:r>
              </w:p>
            </w:sdtContent>
          </w:sdt>
          <w:sdt>
            <w:sdtPr>
              <w:id w:val="-873528212"/>
              <w:placeholder>
                <w:docPart w:val="F81A20812B844FABBB02CA9DE6EC3F7B"/>
              </w:placeholder>
              <w:temporary/>
              <w:showingPlcHdr/>
              <w15:appearance w15:val="hidden"/>
            </w:sdtPr>
            <w:sdtEndPr/>
            <w:sdtContent>
              <w:p w14:paraId="6D997E6F" w14:textId="77777777" w:rsidR="00616EA8" w:rsidRPr="00C03D04" w:rsidRDefault="00616EA8" w:rsidP="00C03D04">
                <w:r w:rsidRPr="00C03D04">
                  <w:rPr>
                    <w:lang w:bidi="de-DE"/>
                  </w:rPr>
                  <w:t xml:space="preserve">Geben Sie für diesen Seitenbereich ein paar Hervorhebungen für einen anderen Artikel oder eine Veranstaltung ein, die Sie hervorheben möchten. </w:t>
                </w:r>
              </w:p>
              <w:p w14:paraId="349457AB" w14:textId="77777777" w:rsidR="00616EA8" w:rsidRPr="00C03D04" w:rsidRDefault="00616EA8" w:rsidP="00C03D04">
                <w:r w:rsidRPr="00C03D04">
                  <w:rPr>
                    <w:lang w:bidi="de-DE"/>
                  </w:rPr>
                  <w:t xml:space="preserve">Teilen Sie mit der Zielgruppe, was sich noch in dem Dokument befindet. </w:t>
                </w:r>
              </w:p>
              <w:p w14:paraId="39F411F7" w14:textId="77777777" w:rsidR="00616EA8" w:rsidRPr="00C03D04" w:rsidRDefault="00616EA8" w:rsidP="00C03D04">
                <w:r w:rsidRPr="00C03D04">
                  <w:rPr>
                    <w:lang w:bidi="de-DE"/>
                  </w:rPr>
                  <w:t xml:space="preserve">Sie können hier einen Textabschnitt beginnen und ihn auf einer anderen Seite im Newsletter fortsetzen, wenn dieser mehr Platz braucht als hier verfügbar ist. </w:t>
                </w:r>
              </w:p>
              <w:p w14:paraId="6361F836" w14:textId="77777777" w:rsidR="00616EA8" w:rsidRPr="00616EA8" w:rsidRDefault="00616EA8" w:rsidP="00C03D04">
                <w:r w:rsidRPr="00C03D04">
                  <w:rPr>
                    <w:lang w:bidi="de-DE"/>
                  </w:rPr>
                  <w:t>Gestalten Sie den Newsletter ganz nach Ihren Vorstellungen!</w:t>
                </w:r>
              </w:p>
            </w:sdtContent>
          </w:sdt>
        </w:tc>
      </w:tr>
      <w:tr w:rsidR="00616EA8" w:rsidRPr="00616EA8" w14:paraId="28F19091" w14:textId="77777777" w:rsidTr="00A95D0F">
        <w:trPr>
          <w:trHeight w:val="4464"/>
        </w:trPr>
        <w:tc>
          <w:tcPr>
            <w:tcW w:w="3093" w:type="pct"/>
            <w:gridSpan w:val="3"/>
          </w:tcPr>
          <w:p w14:paraId="73274C4B" w14:textId="77777777" w:rsidR="00616EA8" w:rsidRPr="00616EA8" w:rsidRDefault="00616EA8" w:rsidP="008C24B3">
            <w:pPr>
              <w:pStyle w:val="KeinLeerraum"/>
              <w:rPr>
                <w:color w:val="57585B"/>
                <w:sz w:val="20"/>
                <w:szCs w:val="20"/>
              </w:rPr>
            </w:pPr>
            <w:r w:rsidRPr="00616EA8">
              <w:rPr>
                <w:noProof/>
                <w:lang w:bidi="de-DE"/>
              </w:rPr>
              <w:drawing>
                <wp:inline distT="0" distB="0" distL="0" distR="0" wp14:anchorId="62488859" wp14:editId="13A3B279">
                  <wp:extent cx="4356100" cy="2819400"/>
                  <wp:effectExtent l="0" t="0" r="6350" b="0"/>
                  <wp:docPr id="21" name="Bild 8" descr="Eisenwaren. Kabel. Elektronik.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8"/>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356100"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1907" w:type="pct"/>
            <w:vMerge/>
            <w:shd w:val="clear" w:color="auto" w:fill="009DD9" w:themeFill="accent2"/>
          </w:tcPr>
          <w:p w14:paraId="45A6BEC6" w14:textId="77777777" w:rsidR="00616EA8" w:rsidRPr="00616EA8" w:rsidRDefault="00616EA8" w:rsidP="00C03D04"/>
        </w:tc>
      </w:tr>
    </w:tbl>
    <w:p w14:paraId="5643CDF6" w14:textId="77777777" w:rsidR="00BD13D2" w:rsidRPr="008C24B3" w:rsidRDefault="00BD13D2" w:rsidP="008C24B3">
      <w:pPr>
        <w:spacing w:after="0"/>
        <w:rPr>
          <w:sz w:val="16"/>
        </w:rPr>
      </w:pPr>
      <w:r w:rsidRPr="008C24B3">
        <w:rPr>
          <w:sz w:val="16"/>
          <w:szCs w:val="16"/>
          <w:lang w:bidi="de-DE"/>
        </w:rPr>
        <w:br w:type="page"/>
      </w:r>
    </w:p>
    <w:tbl>
      <w:tblPr>
        <w:tblW w:w="5000" w:type="pct"/>
        <w:jc w:val="center"/>
        <w:tblLayout w:type="fixed"/>
        <w:tblCellMar>
          <w:left w:w="115" w:type="dxa"/>
          <w:right w:w="115" w:type="dxa"/>
        </w:tblCellMar>
        <w:tblLook w:val="0600" w:firstRow="0" w:lastRow="0" w:firstColumn="0" w:lastColumn="0" w:noHBand="1" w:noVBand="1"/>
        <w:tblDescription w:val="Layout Tabellenseite 2"/>
      </w:tblPr>
      <w:tblGrid>
        <w:gridCol w:w="3643"/>
        <w:gridCol w:w="1595"/>
        <w:gridCol w:w="2008"/>
        <w:gridCol w:w="3220"/>
      </w:tblGrid>
      <w:tr w:rsidR="00D636D7" w:rsidRPr="00D636D7" w14:paraId="1A89EB6D" w14:textId="77777777" w:rsidTr="00844B11">
        <w:trPr>
          <w:trHeight w:val="819"/>
          <w:jc w:val="center"/>
        </w:trPr>
        <w:tc>
          <w:tcPr>
            <w:tcW w:w="11122" w:type="dxa"/>
            <w:gridSpan w:val="4"/>
          </w:tcPr>
          <w:p w14:paraId="0241348E" w14:textId="77777777" w:rsidR="00D636D7" w:rsidRPr="00D636D7" w:rsidRDefault="00D636D7" w:rsidP="00C03D04"/>
        </w:tc>
      </w:tr>
      <w:tr w:rsidR="00D636D7" w:rsidRPr="00D636D7" w14:paraId="4615D766" w14:textId="77777777" w:rsidTr="006019FA">
        <w:trPr>
          <w:trHeight w:val="759"/>
          <w:jc w:val="center"/>
        </w:trPr>
        <w:sdt>
          <w:sdtPr>
            <w:rPr>
              <w:rStyle w:val="berschrift1Zchn"/>
              <w:b/>
              <w:bCs/>
              <w:caps/>
            </w:rPr>
            <w:id w:val="-772010184"/>
            <w:placeholder>
              <w:docPart w:val="7FBE3D4A90DF4FA0A06C08795786146E"/>
            </w:placeholder>
            <w:temporary/>
            <w:showingPlcHdr/>
            <w15:appearance w15:val="hidden"/>
          </w:sdtPr>
          <w:sdtEndPr>
            <w:rPr>
              <w:rStyle w:val="Absatz-Standardschriftart"/>
            </w:rPr>
          </w:sdtEndPr>
          <w:sdtContent>
            <w:tc>
              <w:tcPr>
                <w:tcW w:w="11122" w:type="dxa"/>
                <w:gridSpan w:val="4"/>
              </w:tcPr>
              <w:p w14:paraId="38198526" w14:textId="77777777" w:rsidR="00D636D7" w:rsidRPr="00844B11" w:rsidRDefault="00D636D7" w:rsidP="00844B11">
                <w:pPr>
                  <w:pStyle w:val="berschrift1"/>
                </w:pPr>
                <w:r w:rsidRPr="00844B11">
                  <w:rPr>
                    <w:rStyle w:val="berschrift1Zchn"/>
                    <w:b/>
                    <w:lang w:bidi="de-DE"/>
                  </w:rPr>
                  <w:t>ARTIKELÜBERSCHRIFT</w:t>
                </w:r>
              </w:p>
            </w:tc>
          </w:sdtContent>
        </w:sdt>
      </w:tr>
      <w:tr w:rsidR="00D636D7" w:rsidRPr="00D636D7" w14:paraId="7A1C84A0" w14:textId="77777777" w:rsidTr="006019FA">
        <w:trPr>
          <w:trHeight w:val="759"/>
          <w:jc w:val="center"/>
        </w:trPr>
        <w:sdt>
          <w:sdtPr>
            <w:id w:val="115796466"/>
            <w:placeholder>
              <w:docPart w:val="82402A7240C74579B6B2CC6C6002B2A0"/>
            </w:placeholder>
            <w:temporary/>
            <w:showingPlcHdr/>
            <w15:appearance w15:val="hidden"/>
          </w:sdtPr>
          <w:sdtEndPr/>
          <w:sdtContent>
            <w:tc>
              <w:tcPr>
                <w:tcW w:w="7697" w:type="dxa"/>
                <w:gridSpan w:val="3"/>
              </w:tcPr>
              <w:p w14:paraId="4EF540AA" w14:textId="77777777" w:rsidR="00D636D7" w:rsidRPr="00D636D7" w:rsidRDefault="00D636D7" w:rsidP="00C03D04">
                <w:pPr>
                  <w:pStyle w:val="ZusammenfassungdesArtikels"/>
                </w:pPr>
                <w:r w:rsidRPr="008C24B3">
                  <w:rPr>
                    <w:lang w:bidi="de-DE"/>
                  </w:rPr>
                  <w:t>Fügen Sie hier eine Zusammenfassung Ihres Artikels ein. Sie können mit einem Slogan beginnen, den Artikel beginnen oder eine zweite Überschrift einsetzen, um dem Leser in ein bis zwei Sätzen zu erklären, worum es in diesem Artikel geht.</w:t>
                </w:r>
              </w:p>
            </w:tc>
          </w:sdtContent>
        </w:sdt>
        <w:tc>
          <w:tcPr>
            <w:tcW w:w="3425" w:type="dxa"/>
          </w:tcPr>
          <w:p w14:paraId="31BEA714" w14:textId="77777777" w:rsidR="00D636D7" w:rsidRPr="00D636D7" w:rsidRDefault="00D636D7" w:rsidP="00C03D04"/>
        </w:tc>
      </w:tr>
      <w:tr w:rsidR="00D636D7" w:rsidRPr="00D636D7" w14:paraId="4E2AF755" w14:textId="77777777" w:rsidTr="006019FA">
        <w:trPr>
          <w:trHeight w:val="5328"/>
          <w:jc w:val="center"/>
        </w:trPr>
        <w:sdt>
          <w:sdtPr>
            <w:id w:val="-975750006"/>
            <w:placeholder>
              <w:docPart w:val="AC407B747A0843F8AF041249CC232D44"/>
            </w:placeholder>
            <w:temporary/>
            <w:showingPlcHdr/>
            <w15:appearance w15:val="hidden"/>
          </w:sdtPr>
          <w:sdtEndPr/>
          <w:sdtContent>
            <w:tc>
              <w:tcPr>
                <w:tcW w:w="3870" w:type="dxa"/>
                <w:tcMar>
                  <w:right w:w="216" w:type="dxa"/>
                </w:tcMar>
              </w:tcPr>
              <w:p w14:paraId="3318F094" w14:textId="77777777" w:rsidR="00D636D7" w:rsidRPr="00D636D7" w:rsidRDefault="00D636D7" w:rsidP="00C03D04">
                <w:r w:rsidRPr="00D636D7">
                  <w:rPr>
                    <w:lang w:bidi="de-DE"/>
                  </w:rPr>
                  <w:t xml:space="preserve">Sie können die Formatierung von markiertem Text im Dokument leicht ändern, indem Sie auf der Registerkarte "Start" im Katalog "Schnellformatvorlagen" eine Gestaltung für den markierten Text auswählen. Wenn Sie die Schriftarten komplett ändern möchten, wechseln Sie einfach zur Registerkarte „Entwurf“, und wählen Sie die Schriftartkombination aus, die Sie für die Überschriften und den Textkörper verwenden möchten. </w:t>
                </w:r>
              </w:p>
              <w:p w14:paraId="5ED21A62" w14:textId="77777777" w:rsidR="00D636D7" w:rsidRPr="00D636D7" w:rsidRDefault="00D636D7" w:rsidP="00C03D04">
                <w:r w:rsidRPr="00D636D7">
                  <w:rPr>
                    <w:lang w:bidi="de-DE"/>
                  </w:rPr>
                  <w:t xml:space="preserve">Auf der Registerkarte „Entwurf“ können Sie auch das Farbschema des Dokuments ändern, indem Sie eine Gruppe von Farben aus dem Farbmenü auswählen. </w:t>
                </w:r>
              </w:p>
            </w:tc>
          </w:sdtContent>
        </w:sdt>
        <w:sdt>
          <w:sdtPr>
            <w:id w:val="1497309221"/>
            <w:placeholder>
              <w:docPart w:val="80AA15B1CF0F4636BD247F8776C8A7E3"/>
            </w:placeholder>
            <w:temporary/>
            <w:showingPlcHdr/>
            <w15:appearance w15:val="hidden"/>
          </w:sdtPr>
          <w:sdtEndPr/>
          <w:sdtContent>
            <w:tc>
              <w:tcPr>
                <w:tcW w:w="3827" w:type="dxa"/>
                <w:gridSpan w:val="2"/>
                <w:tcMar>
                  <w:right w:w="216" w:type="dxa"/>
                </w:tcMar>
              </w:tcPr>
              <w:p w14:paraId="3D4AF96B" w14:textId="77777777" w:rsidR="00D636D7" w:rsidRPr="008C24B3" w:rsidRDefault="00D636D7" w:rsidP="00C03D04">
                <w:r w:rsidRPr="008C24B3">
                  <w:rPr>
                    <w:lang w:bidi="de-DE"/>
                  </w:rPr>
                  <w:t xml:space="preserve">Sie möchten die Bilder im Dokument ändern? Das ist ganz einfach. Klicken Sie einfach auf die Bilder, und wechseln Sie zur Registerkarte „Bildtools“. Klicken Sie dort auf die Option „Bild ändern“. Sie müssen dann das Bild auswählen, mit dem Sie das andere Bild ersetzen möchten. </w:t>
                </w:r>
              </w:p>
              <w:p w14:paraId="004F5338" w14:textId="77777777" w:rsidR="00D636D7" w:rsidRPr="00D636D7" w:rsidRDefault="00D636D7" w:rsidP="00C03D04">
                <w:r w:rsidRPr="008C24B3">
                  <w:rPr>
                    <w:lang w:bidi="de-DE"/>
                  </w:rPr>
                  <w:t>Um die Bilder im Hintergrund des Dokuments zu aktualisieren, doppelklicken Sie einfach in die Kopfzeile, um auf diese Bilder zuzugreifen. Die Schritte zum Ändern der Bilder sind die gleichen wie oben beschrieben.</w:t>
                </w:r>
              </w:p>
            </w:tc>
          </w:sdtContent>
        </w:sdt>
        <w:tc>
          <w:tcPr>
            <w:tcW w:w="3425" w:type="dxa"/>
            <w:tcMar>
              <w:left w:w="43" w:type="dxa"/>
              <w:right w:w="72" w:type="dxa"/>
            </w:tcMar>
          </w:tcPr>
          <w:p w14:paraId="7E383A8C" w14:textId="77777777" w:rsidR="00D636D7" w:rsidRPr="00D636D7" w:rsidRDefault="000729F4" w:rsidP="00C03D04">
            <w:r>
              <w:rPr>
                <w:noProof/>
                <w:lang w:bidi="de-DE"/>
              </w:rPr>
              <mc:AlternateContent>
                <mc:Choice Requires="wpg">
                  <w:drawing>
                    <wp:inline distT="0" distB="0" distL="0" distR="0" wp14:anchorId="0A029444" wp14:editId="1FFEB30C">
                      <wp:extent cx="1995055" cy="2007918"/>
                      <wp:effectExtent l="0" t="0" r="5715" b="0"/>
                      <wp:docPr id="9" name="Gruppe 9" descr="Zitattext und Kreisgrafik"/>
                      <wp:cNvGraphicFramePr/>
                      <a:graphic xmlns:a="http://schemas.openxmlformats.org/drawingml/2006/main">
                        <a:graphicData uri="http://schemas.microsoft.com/office/word/2010/wordprocessingGroup">
                          <wpg:wgp>
                            <wpg:cNvGrpSpPr/>
                            <wpg:grpSpPr>
                              <a:xfrm>
                                <a:off x="0" y="0"/>
                                <a:ext cx="1995055" cy="2007918"/>
                                <a:chOff x="0" y="0"/>
                                <a:chExt cx="2068195" cy="2081530"/>
                              </a:xfrm>
                            </wpg:grpSpPr>
                            <wps:wsp>
                              <wps:cNvPr id="11" name="Freihandform 21" descr="Kreisakzent des Zitats"/>
                              <wps:cNvSpPr>
                                <a:spLocks/>
                              </wps:cNvSpPr>
                              <wps:spPr bwMode="auto">
                                <a:xfrm>
                                  <a:off x="0" y="0"/>
                                  <a:ext cx="2068195" cy="2081530"/>
                                </a:xfrm>
                                <a:custGeom>
                                  <a:avLst/>
                                  <a:gdLst>
                                    <a:gd name="T0" fmla="*/ 1634 w 3570"/>
                                    <a:gd name="T1" fmla="*/ 6 h 3570"/>
                                    <a:gd name="T2" fmla="*/ 1416 w 3570"/>
                                    <a:gd name="T3" fmla="*/ 38 h 3570"/>
                                    <a:gd name="T4" fmla="*/ 1207 w 3570"/>
                                    <a:gd name="T5" fmla="*/ 95 h 3570"/>
                                    <a:gd name="T6" fmla="*/ 1009 w 3570"/>
                                    <a:gd name="T7" fmla="*/ 176 h 3570"/>
                                    <a:gd name="T8" fmla="*/ 823 w 3570"/>
                                    <a:gd name="T9" fmla="*/ 280 h 3570"/>
                                    <a:gd name="T10" fmla="*/ 652 w 3570"/>
                                    <a:gd name="T11" fmla="*/ 404 h 3570"/>
                                    <a:gd name="T12" fmla="*/ 498 w 3570"/>
                                    <a:gd name="T13" fmla="*/ 547 h 3570"/>
                                    <a:gd name="T14" fmla="*/ 361 w 3570"/>
                                    <a:gd name="T15" fmla="*/ 708 h 3570"/>
                                    <a:gd name="T16" fmla="*/ 243 w 3570"/>
                                    <a:gd name="T17" fmla="*/ 884 h 3570"/>
                                    <a:gd name="T18" fmla="*/ 147 w 3570"/>
                                    <a:gd name="T19" fmla="*/ 1073 h 3570"/>
                                    <a:gd name="T20" fmla="*/ 73 w 3570"/>
                                    <a:gd name="T21" fmla="*/ 1275 h 3570"/>
                                    <a:gd name="T22" fmla="*/ 24 w 3570"/>
                                    <a:gd name="T23" fmla="*/ 1488 h 3570"/>
                                    <a:gd name="T24" fmla="*/ 1 w 3570"/>
                                    <a:gd name="T25" fmla="*/ 1709 h 3570"/>
                                    <a:gd name="T26" fmla="*/ 6 w 3570"/>
                                    <a:gd name="T27" fmla="*/ 1935 h 3570"/>
                                    <a:gd name="T28" fmla="*/ 38 w 3570"/>
                                    <a:gd name="T29" fmla="*/ 2153 h 3570"/>
                                    <a:gd name="T30" fmla="*/ 95 w 3570"/>
                                    <a:gd name="T31" fmla="*/ 2362 h 3570"/>
                                    <a:gd name="T32" fmla="*/ 176 w 3570"/>
                                    <a:gd name="T33" fmla="*/ 2560 h 3570"/>
                                    <a:gd name="T34" fmla="*/ 280 w 3570"/>
                                    <a:gd name="T35" fmla="*/ 2746 h 3570"/>
                                    <a:gd name="T36" fmla="*/ 404 w 3570"/>
                                    <a:gd name="T37" fmla="*/ 2917 h 3570"/>
                                    <a:gd name="T38" fmla="*/ 547 w 3570"/>
                                    <a:gd name="T39" fmla="*/ 3071 h 3570"/>
                                    <a:gd name="T40" fmla="*/ 708 w 3570"/>
                                    <a:gd name="T41" fmla="*/ 3208 h 3570"/>
                                    <a:gd name="T42" fmla="*/ 884 w 3570"/>
                                    <a:gd name="T43" fmla="*/ 3326 h 3570"/>
                                    <a:gd name="T44" fmla="*/ 1073 w 3570"/>
                                    <a:gd name="T45" fmla="*/ 3422 h 3570"/>
                                    <a:gd name="T46" fmla="*/ 1275 w 3570"/>
                                    <a:gd name="T47" fmla="*/ 3496 h 3570"/>
                                    <a:gd name="T48" fmla="*/ 1488 w 3570"/>
                                    <a:gd name="T49" fmla="*/ 3545 h 3570"/>
                                    <a:gd name="T50" fmla="*/ 1709 w 3570"/>
                                    <a:gd name="T51" fmla="*/ 3568 h 3570"/>
                                    <a:gd name="T52" fmla="*/ 1935 w 3570"/>
                                    <a:gd name="T53" fmla="*/ 3563 h 3570"/>
                                    <a:gd name="T54" fmla="*/ 2153 w 3570"/>
                                    <a:gd name="T55" fmla="*/ 3531 h 3570"/>
                                    <a:gd name="T56" fmla="*/ 2362 w 3570"/>
                                    <a:gd name="T57" fmla="*/ 3474 h 3570"/>
                                    <a:gd name="T58" fmla="*/ 2560 w 3570"/>
                                    <a:gd name="T59" fmla="*/ 3393 h 3570"/>
                                    <a:gd name="T60" fmla="*/ 2746 w 3570"/>
                                    <a:gd name="T61" fmla="*/ 3289 h 3570"/>
                                    <a:gd name="T62" fmla="*/ 2917 w 3570"/>
                                    <a:gd name="T63" fmla="*/ 3165 h 3570"/>
                                    <a:gd name="T64" fmla="*/ 3071 w 3570"/>
                                    <a:gd name="T65" fmla="*/ 3022 h 3570"/>
                                    <a:gd name="T66" fmla="*/ 3208 w 3570"/>
                                    <a:gd name="T67" fmla="*/ 2861 h 3570"/>
                                    <a:gd name="T68" fmla="*/ 3326 w 3570"/>
                                    <a:gd name="T69" fmla="*/ 2685 h 3570"/>
                                    <a:gd name="T70" fmla="*/ 3422 w 3570"/>
                                    <a:gd name="T71" fmla="*/ 2496 h 3570"/>
                                    <a:gd name="T72" fmla="*/ 3496 w 3570"/>
                                    <a:gd name="T73" fmla="*/ 2294 h 3570"/>
                                    <a:gd name="T74" fmla="*/ 3545 w 3570"/>
                                    <a:gd name="T75" fmla="*/ 2081 h 3570"/>
                                    <a:gd name="T76" fmla="*/ 3568 w 3570"/>
                                    <a:gd name="T77" fmla="*/ 1860 h 3570"/>
                                    <a:gd name="T78" fmla="*/ 3563 w 3570"/>
                                    <a:gd name="T79" fmla="*/ 1634 h 3570"/>
                                    <a:gd name="T80" fmla="*/ 3531 w 3570"/>
                                    <a:gd name="T81" fmla="*/ 1416 h 3570"/>
                                    <a:gd name="T82" fmla="*/ 3474 w 3570"/>
                                    <a:gd name="T83" fmla="*/ 1207 h 3570"/>
                                    <a:gd name="T84" fmla="*/ 3393 w 3570"/>
                                    <a:gd name="T85" fmla="*/ 1009 h 3570"/>
                                    <a:gd name="T86" fmla="*/ 3289 w 3570"/>
                                    <a:gd name="T87" fmla="*/ 823 h 3570"/>
                                    <a:gd name="T88" fmla="*/ 3165 w 3570"/>
                                    <a:gd name="T89" fmla="*/ 652 h 3570"/>
                                    <a:gd name="T90" fmla="*/ 3022 w 3570"/>
                                    <a:gd name="T91" fmla="*/ 498 h 3570"/>
                                    <a:gd name="T92" fmla="*/ 2861 w 3570"/>
                                    <a:gd name="T93" fmla="*/ 361 h 3570"/>
                                    <a:gd name="T94" fmla="*/ 2685 w 3570"/>
                                    <a:gd name="T95" fmla="*/ 243 h 3570"/>
                                    <a:gd name="T96" fmla="*/ 2496 w 3570"/>
                                    <a:gd name="T97" fmla="*/ 147 h 3570"/>
                                    <a:gd name="T98" fmla="*/ 2294 w 3570"/>
                                    <a:gd name="T99" fmla="*/ 73 h 3570"/>
                                    <a:gd name="T100" fmla="*/ 2081 w 3570"/>
                                    <a:gd name="T101" fmla="*/ 24 h 3570"/>
                                    <a:gd name="T102" fmla="*/ 1860 w 3570"/>
                                    <a:gd name="T103" fmla="*/ 1 h 3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570" h="3570">
                                      <a:moveTo>
                                        <a:pt x="1785" y="0"/>
                                      </a:moveTo>
                                      <a:lnTo>
                                        <a:pt x="1709" y="1"/>
                                      </a:lnTo>
                                      <a:lnTo>
                                        <a:pt x="1634" y="6"/>
                                      </a:lnTo>
                                      <a:lnTo>
                                        <a:pt x="1561" y="13"/>
                                      </a:lnTo>
                                      <a:lnTo>
                                        <a:pt x="1488" y="24"/>
                                      </a:lnTo>
                                      <a:lnTo>
                                        <a:pt x="1416" y="38"/>
                                      </a:lnTo>
                                      <a:lnTo>
                                        <a:pt x="1345" y="54"/>
                                      </a:lnTo>
                                      <a:lnTo>
                                        <a:pt x="1275" y="73"/>
                                      </a:lnTo>
                                      <a:lnTo>
                                        <a:pt x="1207" y="95"/>
                                      </a:lnTo>
                                      <a:lnTo>
                                        <a:pt x="1139" y="120"/>
                                      </a:lnTo>
                                      <a:lnTo>
                                        <a:pt x="1073" y="147"/>
                                      </a:lnTo>
                                      <a:lnTo>
                                        <a:pt x="1009" y="176"/>
                                      </a:lnTo>
                                      <a:lnTo>
                                        <a:pt x="945" y="209"/>
                                      </a:lnTo>
                                      <a:lnTo>
                                        <a:pt x="884" y="243"/>
                                      </a:lnTo>
                                      <a:lnTo>
                                        <a:pt x="823" y="280"/>
                                      </a:lnTo>
                                      <a:lnTo>
                                        <a:pt x="765" y="319"/>
                                      </a:lnTo>
                                      <a:lnTo>
                                        <a:pt x="708" y="361"/>
                                      </a:lnTo>
                                      <a:lnTo>
                                        <a:pt x="652" y="404"/>
                                      </a:lnTo>
                                      <a:lnTo>
                                        <a:pt x="599" y="450"/>
                                      </a:lnTo>
                                      <a:lnTo>
                                        <a:pt x="547" y="498"/>
                                      </a:lnTo>
                                      <a:lnTo>
                                        <a:pt x="498" y="547"/>
                                      </a:lnTo>
                                      <a:lnTo>
                                        <a:pt x="450" y="599"/>
                                      </a:lnTo>
                                      <a:lnTo>
                                        <a:pt x="404" y="652"/>
                                      </a:lnTo>
                                      <a:lnTo>
                                        <a:pt x="361" y="708"/>
                                      </a:lnTo>
                                      <a:lnTo>
                                        <a:pt x="319" y="765"/>
                                      </a:lnTo>
                                      <a:lnTo>
                                        <a:pt x="280" y="823"/>
                                      </a:lnTo>
                                      <a:lnTo>
                                        <a:pt x="243" y="884"/>
                                      </a:lnTo>
                                      <a:lnTo>
                                        <a:pt x="209" y="945"/>
                                      </a:lnTo>
                                      <a:lnTo>
                                        <a:pt x="176" y="1009"/>
                                      </a:lnTo>
                                      <a:lnTo>
                                        <a:pt x="147" y="1073"/>
                                      </a:lnTo>
                                      <a:lnTo>
                                        <a:pt x="120" y="1139"/>
                                      </a:lnTo>
                                      <a:lnTo>
                                        <a:pt x="95" y="1207"/>
                                      </a:lnTo>
                                      <a:lnTo>
                                        <a:pt x="73" y="1275"/>
                                      </a:lnTo>
                                      <a:lnTo>
                                        <a:pt x="54" y="1345"/>
                                      </a:lnTo>
                                      <a:lnTo>
                                        <a:pt x="38" y="1416"/>
                                      </a:lnTo>
                                      <a:lnTo>
                                        <a:pt x="24" y="1488"/>
                                      </a:lnTo>
                                      <a:lnTo>
                                        <a:pt x="13" y="1561"/>
                                      </a:lnTo>
                                      <a:lnTo>
                                        <a:pt x="6" y="1634"/>
                                      </a:lnTo>
                                      <a:lnTo>
                                        <a:pt x="1" y="1709"/>
                                      </a:lnTo>
                                      <a:lnTo>
                                        <a:pt x="0" y="1785"/>
                                      </a:lnTo>
                                      <a:lnTo>
                                        <a:pt x="1" y="1860"/>
                                      </a:lnTo>
                                      <a:lnTo>
                                        <a:pt x="6" y="1935"/>
                                      </a:lnTo>
                                      <a:lnTo>
                                        <a:pt x="13" y="2008"/>
                                      </a:lnTo>
                                      <a:lnTo>
                                        <a:pt x="24" y="2081"/>
                                      </a:lnTo>
                                      <a:lnTo>
                                        <a:pt x="38" y="2153"/>
                                      </a:lnTo>
                                      <a:lnTo>
                                        <a:pt x="54" y="2224"/>
                                      </a:lnTo>
                                      <a:lnTo>
                                        <a:pt x="73" y="2294"/>
                                      </a:lnTo>
                                      <a:lnTo>
                                        <a:pt x="95" y="2362"/>
                                      </a:lnTo>
                                      <a:lnTo>
                                        <a:pt x="120" y="2430"/>
                                      </a:lnTo>
                                      <a:lnTo>
                                        <a:pt x="147" y="2496"/>
                                      </a:lnTo>
                                      <a:lnTo>
                                        <a:pt x="176" y="2560"/>
                                      </a:lnTo>
                                      <a:lnTo>
                                        <a:pt x="209" y="2624"/>
                                      </a:lnTo>
                                      <a:lnTo>
                                        <a:pt x="243" y="2685"/>
                                      </a:lnTo>
                                      <a:lnTo>
                                        <a:pt x="280" y="2746"/>
                                      </a:lnTo>
                                      <a:lnTo>
                                        <a:pt x="319" y="2804"/>
                                      </a:lnTo>
                                      <a:lnTo>
                                        <a:pt x="361" y="2861"/>
                                      </a:lnTo>
                                      <a:lnTo>
                                        <a:pt x="404" y="2917"/>
                                      </a:lnTo>
                                      <a:lnTo>
                                        <a:pt x="450" y="2970"/>
                                      </a:lnTo>
                                      <a:lnTo>
                                        <a:pt x="498" y="3022"/>
                                      </a:lnTo>
                                      <a:lnTo>
                                        <a:pt x="547" y="3071"/>
                                      </a:lnTo>
                                      <a:lnTo>
                                        <a:pt x="599" y="3119"/>
                                      </a:lnTo>
                                      <a:lnTo>
                                        <a:pt x="652" y="3165"/>
                                      </a:lnTo>
                                      <a:lnTo>
                                        <a:pt x="708" y="3208"/>
                                      </a:lnTo>
                                      <a:lnTo>
                                        <a:pt x="765" y="3250"/>
                                      </a:lnTo>
                                      <a:lnTo>
                                        <a:pt x="823" y="3289"/>
                                      </a:lnTo>
                                      <a:lnTo>
                                        <a:pt x="884" y="3326"/>
                                      </a:lnTo>
                                      <a:lnTo>
                                        <a:pt x="945" y="3360"/>
                                      </a:lnTo>
                                      <a:lnTo>
                                        <a:pt x="1009" y="3393"/>
                                      </a:lnTo>
                                      <a:lnTo>
                                        <a:pt x="1073" y="3422"/>
                                      </a:lnTo>
                                      <a:lnTo>
                                        <a:pt x="1139" y="3449"/>
                                      </a:lnTo>
                                      <a:lnTo>
                                        <a:pt x="1207" y="3474"/>
                                      </a:lnTo>
                                      <a:lnTo>
                                        <a:pt x="1275" y="3496"/>
                                      </a:lnTo>
                                      <a:lnTo>
                                        <a:pt x="1345" y="3515"/>
                                      </a:lnTo>
                                      <a:lnTo>
                                        <a:pt x="1416" y="3531"/>
                                      </a:lnTo>
                                      <a:lnTo>
                                        <a:pt x="1488" y="3545"/>
                                      </a:lnTo>
                                      <a:lnTo>
                                        <a:pt x="1561" y="3556"/>
                                      </a:lnTo>
                                      <a:lnTo>
                                        <a:pt x="1634" y="3563"/>
                                      </a:lnTo>
                                      <a:lnTo>
                                        <a:pt x="1709" y="3568"/>
                                      </a:lnTo>
                                      <a:lnTo>
                                        <a:pt x="1785" y="3570"/>
                                      </a:lnTo>
                                      <a:lnTo>
                                        <a:pt x="1860" y="3568"/>
                                      </a:lnTo>
                                      <a:lnTo>
                                        <a:pt x="1935" y="3563"/>
                                      </a:lnTo>
                                      <a:lnTo>
                                        <a:pt x="2008" y="3556"/>
                                      </a:lnTo>
                                      <a:lnTo>
                                        <a:pt x="2081" y="3545"/>
                                      </a:lnTo>
                                      <a:lnTo>
                                        <a:pt x="2153" y="3531"/>
                                      </a:lnTo>
                                      <a:lnTo>
                                        <a:pt x="2224" y="3515"/>
                                      </a:lnTo>
                                      <a:lnTo>
                                        <a:pt x="2294" y="3496"/>
                                      </a:lnTo>
                                      <a:lnTo>
                                        <a:pt x="2362" y="3474"/>
                                      </a:lnTo>
                                      <a:lnTo>
                                        <a:pt x="2430" y="3449"/>
                                      </a:lnTo>
                                      <a:lnTo>
                                        <a:pt x="2496" y="3422"/>
                                      </a:lnTo>
                                      <a:lnTo>
                                        <a:pt x="2560" y="3393"/>
                                      </a:lnTo>
                                      <a:lnTo>
                                        <a:pt x="2624" y="3360"/>
                                      </a:lnTo>
                                      <a:lnTo>
                                        <a:pt x="2685" y="3326"/>
                                      </a:lnTo>
                                      <a:lnTo>
                                        <a:pt x="2746" y="3289"/>
                                      </a:lnTo>
                                      <a:lnTo>
                                        <a:pt x="2804" y="3250"/>
                                      </a:lnTo>
                                      <a:lnTo>
                                        <a:pt x="2861" y="3208"/>
                                      </a:lnTo>
                                      <a:lnTo>
                                        <a:pt x="2917" y="3165"/>
                                      </a:lnTo>
                                      <a:lnTo>
                                        <a:pt x="2970" y="3119"/>
                                      </a:lnTo>
                                      <a:lnTo>
                                        <a:pt x="3022" y="3071"/>
                                      </a:lnTo>
                                      <a:lnTo>
                                        <a:pt x="3071" y="3022"/>
                                      </a:lnTo>
                                      <a:lnTo>
                                        <a:pt x="3119" y="2970"/>
                                      </a:lnTo>
                                      <a:lnTo>
                                        <a:pt x="3165" y="2917"/>
                                      </a:lnTo>
                                      <a:lnTo>
                                        <a:pt x="3208" y="2861"/>
                                      </a:lnTo>
                                      <a:lnTo>
                                        <a:pt x="3250" y="2804"/>
                                      </a:lnTo>
                                      <a:lnTo>
                                        <a:pt x="3289" y="2746"/>
                                      </a:lnTo>
                                      <a:lnTo>
                                        <a:pt x="3326" y="2685"/>
                                      </a:lnTo>
                                      <a:lnTo>
                                        <a:pt x="3360" y="2624"/>
                                      </a:lnTo>
                                      <a:lnTo>
                                        <a:pt x="3393" y="2560"/>
                                      </a:lnTo>
                                      <a:lnTo>
                                        <a:pt x="3422" y="2496"/>
                                      </a:lnTo>
                                      <a:lnTo>
                                        <a:pt x="3449" y="2430"/>
                                      </a:lnTo>
                                      <a:lnTo>
                                        <a:pt x="3474" y="2362"/>
                                      </a:lnTo>
                                      <a:lnTo>
                                        <a:pt x="3496" y="2294"/>
                                      </a:lnTo>
                                      <a:lnTo>
                                        <a:pt x="3515" y="2224"/>
                                      </a:lnTo>
                                      <a:lnTo>
                                        <a:pt x="3531" y="2153"/>
                                      </a:lnTo>
                                      <a:lnTo>
                                        <a:pt x="3545" y="2081"/>
                                      </a:lnTo>
                                      <a:lnTo>
                                        <a:pt x="3556" y="2008"/>
                                      </a:lnTo>
                                      <a:lnTo>
                                        <a:pt x="3563" y="1935"/>
                                      </a:lnTo>
                                      <a:lnTo>
                                        <a:pt x="3568" y="1860"/>
                                      </a:lnTo>
                                      <a:lnTo>
                                        <a:pt x="3570" y="1785"/>
                                      </a:lnTo>
                                      <a:lnTo>
                                        <a:pt x="3568" y="1709"/>
                                      </a:lnTo>
                                      <a:lnTo>
                                        <a:pt x="3563" y="1634"/>
                                      </a:lnTo>
                                      <a:lnTo>
                                        <a:pt x="3556" y="1561"/>
                                      </a:lnTo>
                                      <a:lnTo>
                                        <a:pt x="3545" y="1488"/>
                                      </a:lnTo>
                                      <a:lnTo>
                                        <a:pt x="3531" y="1416"/>
                                      </a:lnTo>
                                      <a:lnTo>
                                        <a:pt x="3515" y="1345"/>
                                      </a:lnTo>
                                      <a:lnTo>
                                        <a:pt x="3496" y="1275"/>
                                      </a:lnTo>
                                      <a:lnTo>
                                        <a:pt x="3474" y="1207"/>
                                      </a:lnTo>
                                      <a:lnTo>
                                        <a:pt x="3449" y="1139"/>
                                      </a:lnTo>
                                      <a:lnTo>
                                        <a:pt x="3422" y="1073"/>
                                      </a:lnTo>
                                      <a:lnTo>
                                        <a:pt x="3393" y="1009"/>
                                      </a:lnTo>
                                      <a:lnTo>
                                        <a:pt x="3360" y="945"/>
                                      </a:lnTo>
                                      <a:lnTo>
                                        <a:pt x="3326" y="884"/>
                                      </a:lnTo>
                                      <a:lnTo>
                                        <a:pt x="3289" y="823"/>
                                      </a:lnTo>
                                      <a:lnTo>
                                        <a:pt x="3250" y="765"/>
                                      </a:lnTo>
                                      <a:lnTo>
                                        <a:pt x="3208" y="708"/>
                                      </a:lnTo>
                                      <a:lnTo>
                                        <a:pt x="3165" y="652"/>
                                      </a:lnTo>
                                      <a:lnTo>
                                        <a:pt x="3119" y="599"/>
                                      </a:lnTo>
                                      <a:lnTo>
                                        <a:pt x="3071" y="547"/>
                                      </a:lnTo>
                                      <a:lnTo>
                                        <a:pt x="3022" y="498"/>
                                      </a:lnTo>
                                      <a:lnTo>
                                        <a:pt x="2970" y="450"/>
                                      </a:lnTo>
                                      <a:lnTo>
                                        <a:pt x="2917" y="404"/>
                                      </a:lnTo>
                                      <a:lnTo>
                                        <a:pt x="2861" y="361"/>
                                      </a:lnTo>
                                      <a:lnTo>
                                        <a:pt x="2804" y="319"/>
                                      </a:lnTo>
                                      <a:lnTo>
                                        <a:pt x="2746" y="280"/>
                                      </a:lnTo>
                                      <a:lnTo>
                                        <a:pt x="2685" y="243"/>
                                      </a:lnTo>
                                      <a:lnTo>
                                        <a:pt x="2624" y="209"/>
                                      </a:lnTo>
                                      <a:lnTo>
                                        <a:pt x="2560" y="176"/>
                                      </a:lnTo>
                                      <a:lnTo>
                                        <a:pt x="2496" y="147"/>
                                      </a:lnTo>
                                      <a:lnTo>
                                        <a:pt x="2430" y="120"/>
                                      </a:lnTo>
                                      <a:lnTo>
                                        <a:pt x="2362" y="95"/>
                                      </a:lnTo>
                                      <a:lnTo>
                                        <a:pt x="2294" y="73"/>
                                      </a:lnTo>
                                      <a:lnTo>
                                        <a:pt x="2224" y="54"/>
                                      </a:lnTo>
                                      <a:lnTo>
                                        <a:pt x="2153" y="38"/>
                                      </a:lnTo>
                                      <a:lnTo>
                                        <a:pt x="2081" y="24"/>
                                      </a:lnTo>
                                      <a:lnTo>
                                        <a:pt x="2008" y="13"/>
                                      </a:lnTo>
                                      <a:lnTo>
                                        <a:pt x="1935" y="6"/>
                                      </a:lnTo>
                                      <a:lnTo>
                                        <a:pt x="1860" y="1"/>
                                      </a:lnTo>
                                      <a:lnTo>
                                        <a:pt x="1785" y="0"/>
                                      </a:lnTo>
                                      <a:close/>
                                    </a:path>
                                  </a:pathLst>
                                </a:custGeom>
                                <a:solidFill>
                                  <a:schemeClr val="tx1">
                                    <a:lumMod val="65000"/>
                                    <a:lumOff val="35000"/>
                                  </a:schemeClr>
                                </a:solidFill>
                                <a:ln>
                                  <a:noFill/>
                                </a:ln>
                              </wps:spPr>
                              <wps:bodyPr rot="0" vert="horz" wrap="square" lIns="91440" tIns="45720" rIns="91440" bIns="45720" anchor="t" anchorCtr="0" upright="1">
                                <a:noAutofit/>
                              </wps:bodyPr>
                            </wps:wsp>
                            <wps:wsp>
                              <wps:cNvPr id="7" name="Textfeld 23" descr="Zitattext"/>
                              <wps:cNvSpPr txBox="1">
                                <a:spLocks noChangeArrowheads="1"/>
                              </wps:cNvSpPr>
                              <wps:spPr bwMode="auto">
                                <a:xfrm>
                                  <a:off x="236801" y="428161"/>
                                  <a:ext cx="1559560" cy="1305233"/>
                                </a:xfrm>
                                <a:prstGeom prst="rect">
                                  <a:avLst/>
                                </a:prstGeom>
                                <a:noFill/>
                                <a:ln>
                                  <a:noFill/>
                                </a:ln>
                              </wps:spPr>
                              <wps:txbx>
                                <w:txbxContent>
                                  <w:sdt>
                                    <w:sdtPr>
                                      <w:id w:val="-1920243923"/>
                                      <w:placeholder>
                                        <w:docPart w:val="3A06AB95366A4192BE62BF258B619BC5"/>
                                      </w:placeholder>
                                      <w:temporary/>
                                      <w:showingPlcHdr/>
                                      <w15:appearance w15:val="hidden"/>
                                    </w:sdtPr>
                                    <w:sdtEndPr/>
                                    <w:sdtContent>
                                      <w:p w14:paraId="15E4548E" w14:textId="77777777" w:rsidR="000729F4" w:rsidRPr="00C03D04" w:rsidRDefault="000729F4" w:rsidP="000729F4">
                                        <w:pPr>
                                          <w:pStyle w:val="Zitat"/>
                                        </w:pPr>
                                        <w:r w:rsidRPr="00C03D04">
                                          <w:rPr>
                                            <w:lang w:bidi="de-DE"/>
                                          </w:rPr>
                                          <w:t>Geben Sie ein Zitat aus dem Dokument oder die Zusammenfassung eines interessanten Punktes an.</w:t>
                                        </w:r>
                                      </w:p>
                                    </w:sdtContent>
                                  </w:sdt>
                                </w:txbxContent>
                              </wps:txbx>
                              <wps:bodyPr rot="0" vert="horz" wrap="square" lIns="0" tIns="0" rIns="0" bIns="0" anchor="ctr" anchorCtr="0" upright="1">
                                <a:noAutofit/>
                              </wps:bodyPr>
                            </wps:wsp>
                          </wpg:wgp>
                        </a:graphicData>
                      </a:graphic>
                    </wp:inline>
                  </w:drawing>
                </mc:Choice>
                <mc:Fallback>
                  <w:pict>
                    <v:group w14:anchorId="0A029444" id="Gruppe 9" o:spid="_x0000_s1026" alt="Zitattext und Kreisgrafik" style="width:157.1pt;height:158.1pt;mso-position-horizontal-relative:char;mso-position-vertical-relative:line" coordsize="20681,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">
                      <v:shape id="Freihandform 21" o:spid="_x0000_s1027" alt="Kreisakzent des Zitats" style="position:absolute;width:20681;height:20815;visibility:visible;mso-wrap-style:square;v-text-anchor:top" coordsize="3570,3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" path="m1785,r-76,1l1634,6r-73,7l1488,24r-72,14l1345,54r-70,19l1207,95r-68,25l1073,147r-64,29l945,209r-61,34l823,280r-58,39l708,361r-56,43l599,450r-52,48l498,547r-48,52l404,652r-43,56l319,765r-39,58l243,884r-34,61l176,1009r-29,64l120,1139r-25,68l73,1275r-19,70l38,1416r-14,72l13,1561r-7,73l1,1709,,1785r1,75l6,1935r7,73l24,2081r14,72l54,2224r19,70l95,2362r25,68l147,2496r29,64l209,2624r34,61l280,2746r39,58l361,2861r43,56l450,2970r48,52l547,3071r52,48l652,3165r56,43l765,3250r58,39l884,3326r61,34l1009,3393r64,29l1139,3449r68,25l1275,3496r70,19l1416,3531r72,14l1561,3556r73,7l1709,3568r76,2l1860,3568r75,-5l2008,3556r73,-11l2153,3531r71,-16l2294,3496r68,-22l2430,3449r66,-27l2560,3393r64,-33l2685,3326r61,-37l2804,3250r57,-42l2917,3165r53,-46l3022,3071r49,-49l3119,2970r46,-53l3208,2861r42,-57l3289,2746r37,-61l3360,2624r33,-64l3422,2496r27,-66l3474,2362r22,-68l3515,2224r16,-71l3545,2081r11,-73l3563,1935r5,-75l3570,1785r-2,-76l3563,1634r-7,-73l3545,1488r-14,-72l3515,1345r-19,-70l3474,1207r-25,-68l3422,1073r-29,-64l3360,945r-34,-61l3289,823r-39,-58l3208,708r-43,-56l3119,599r-48,-52l3022,498r-52,-48l2917,404r-56,-43l2804,319r-58,-39l2685,243r-61,-34l2560,176r-64,-29l2430,120,2362,95,2294,73,2224,54,2153,38,2081,24,2008,13,1935,6,1860,1,1785,xe" fillcolor="#5a5a5a [2109]" stroked="f">
                        <v:path arrowok="t" o:connecttype="custom" o:connectlocs="946619,3498;820326,22156;699247,55391;584540,102619;476786,163257;377721,235557;288505,318935;209137,412808;140776,515426;85161,625625;42291,743404;13904,867596;579,996452;3476,1128224;22014,1255332;55036,1377192;101961,1492638;162211,1601087;234048,1700791;316892,1790582;410163,1870462;512124,1939263;621617,1995237;738641,2038383;862038,2066953;990069,2080364;1120996,2077449;1247290,2058791;1368369,2025556;1483075,1978328;1590830,1917690;1689895,1845390;1779111,1762012;1858479,1668139;1926839,1565520;1982455,1455322;2025325,1337543;2053712,1213351;2067036,1084495;2064140,952723;2045601,825615;2012580,703755;1965654,588309;1905404,479860;1833568,380156;1750724,290365;1657453,210485;1555491,141684;1445999,85710;1328975,42563;1205578,13993;1077547,583" o:connectangles="0,0,0,0,0,0,0,0,0,0,0,0,0,0,0,0,0,0,0,0,0,0,0,0,0,0,0,0,0,0,0,0,0,0,0,0,0,0,0,0,0,0,0,0,0,0,0,0,0,0,0,0"/>
                      </v:shape>
                      <v:shapetype id="_x0000_t202" coordsize="21600,21600" o:spt="202" path="m,l,21600r21600,l21600,xe">
                        <v:stroke joinstyle="miter"/>
                        <v:path gradientshapeok="t" o:connecttype="rect"/>
                      </v:shapetype>
                      <v:shape id="Textfeld 23" o:spid="_x0000_s1028" type="#_x0000_t202" alt="Zitattext" style="position:absolute;left:2368;top:4281;width:15595;height:13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textbox inset="0,0,0,0">
                          <w:txbxContent>
                            <w:sdt>
                              <w:sdtPr>
                                <w:id w:val="-1920243923"/>
                                <w:placeholder>
                                  <w:docPart w:val="3A06AB95366A4192BE62BF258B619BC5"/>
                                </w:placeholder>
                                <w:temporary/>
                                <w:showingPlcHdr/>
                                <w15:appearance w15:val="hidden"/>
                              </w:sdtPr>
                              <w:sdtEndPr/>
                              <w:sdtContent>
                                <w:p w14:paraId="15E4548E" w14:textId="77777777" w:rsidR="000729F4" w:rsidRPr="00C03D04" w:rsidRDefault="000729F4" w:rsidP="000729F4">
                                  <w:pPr>
                                    <w:pStyle w:val="Zitat"/>
                                  </w:pPr>
                                  <w:r w:rsidRPr="00C03D04">
                                    <w:rPr>
                                      <w:lang w:bidi="de-DE"/>
                                    </w:rPr>
                                    <w:t>Geben Sie ein Zitat aus dem Dokument oder die Zusammenfassung eines interessanten Punktes an.</w:t>
                                  </w:r>
                                </w:p>
                              </w:sdtContent>
                            </w:sdt>
                          </w:txbxContent>
                        </v:textbox>
                      </v:shape>
                      <w10:anchorlock/>
                    </v:group>
                  </w:pict>
                </mc:Fallback>
              </mc:AlternateContent>
            </w:r>
          </w:p>
        </w:tc>
      </w:tr>
      <w:tr w:rsidR="00D636D7" w:rsidRPr="00D636D7" w14:paraId="6A0BF702" w14:textId="77777777" w:rsidTr="006019FA">
        <w:trPr>
          <w:trHeight w:val="3168"/>
          <w:jc w:val="center"/>
        </w:trPr>
        <w:tc>
          <w:tcPr>
            <w:tcW w:w="5561" w:type="dxa"/>
            <w:gridSpan w:val="2"/>
          </w:tcPr>
          <w:p w14:paraId="615F6473" w14:textId="77777777" w:rsidR="00D636D7" w:rsidRPr="00D636D7" w:rsidRDefault="00D636D7" w:rsidP="00C03D04">
            <w:r w:rsidRPr="00D636D7">
              <w:rPr>
                <w:noProof/>
                <w:lang w:bidi="de-DE"/>
              </w:rPr>
              <w:drawing>
                <wp:inline distT="0" distB="0" distL="0" distR="0" wp14:anchorId="09278BA2" wp14:editId="4D248923">
                  <wp:extent cx="3383280" cy="1925779"/>
                  <wp:effectExtent l="0" t="0" r="7620" b="0"/>
                  <wp:docPr id="10" name="Bild 10" descr="Kabel. Hardware. Router. Arbeitsspei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383280" cy="1925779"/>
                          </a:xfrm>
                          <a:prstGeom prst="rect">
                            <a:avLst/>
                          </a:prstGeom>
                          <a:noFill/>
                          <a:ln>
                            <a:noFill/>
                          </a:ln>
                        </pic:spPr>
                      </pic:pic>
                    </a:graphicData>
                  </a:graphic>
                </wp:inline>
              </w:drawing>
            </w:r>
          </w:p>
        </w:tc>
        <w:tc>
          <w:tcPr>
            <w:tcW w:w="5561" w:type="dxa"/>
            <w:gridSpan w:val="2"/>
          </w:tcPr>
          <w:p w14:paraId="239D7130" w14:textId="77777777" w:rsidR="00D636D7" w:rsidRPr="00D636D7" w:rsidRDefault="00D636D7" w:rsidP="00C03D04">
            <w:r w:rsidRPr="00D636D7">
              <w:rPr>
                <w:noProof/>
                <w:lang w:bidi="de-DE"/>
              </w:rPr>
              <w:drawing>
                <wp:inline distT="0" distB="0" distL="0" distR="0" wp14:anchorId="0DADE1E7" wp14:editId="62C01AC1">
                  <wp:extent cx="3383280" cy="1930899"/>
                  <wp:effectExtent l="0" t="0" r="7620" b="0"/>
                  <wp:docPr id="4" name="Bild 4" descr="Computer. Programmi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383280" cy="1930899"/>
                          </a:xfrm>
                          <a:prstGeom prst="rect">
                            <a:avLst/>
                          </a:prstGeom>
                          <a:noFill/>
                          <a:ln>
                            <a:noFill/>
                          </a:ln>
                        </pic:spPr>
                      </pic:pic>
                    </a:graphicData>
                  </a:graphic>
                </wp:inline>
              </w:drawing>
            </w:r>
          </w:p>
        </w:tc>
      </w:tr>
      <w:tr w:rsidR="00D636D7" w:rsidRPr="00D636D7" w14:paraId="798B12F5" w14:textId="77777777" w:rsidTr="006019FA">
        <w:trPr>
          <w:trHeight w:val="2400"/>
          <w:jc w:val="center"/>
        </w:trPr>
        <w:tc>
          <w:tcPr>
            <w:tcW w:w="5561" w:type="dxa"/>
            <w:gridSpan w:val="2"/>
          </w:tcPr>
          <w:p w14:paraId="680FE6E2" w14:textId="77777777" w:rsidR="00D636D7" w:rsidRPr="00D636D7" w:rsidRDefault="00D636D7" w:rsidP="00C03D04">
            <w:pPr>
              <w:rPr>
                <w:noProof/>
              </w:rPr>
            </w:pPr>
            <w:r w:rsidRPr="00D636D7">
              <w:rPr>
                <w:noProof/>
                <w:lang w:bidi="de-DE"/>
              </w:rPr>
              <mc:AlternateContent>
                <mc:Choice Requires="wps">
                  <w:drawing>
                    <wp:inline distT="0" distB="0" distL="0" distR="0" wp14:anchorId="7ECF5505" wp14:editId="72FDAB22">
                      <wp:extent cx="3383280" cy="1480820"/>
                      <wp:effectExtent l="0" t="0" r="7620" b="5080"/>
                      <wp:docPr id="8" name="Freihand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1480820"/>
                              </a:xfrm>
                              <a:custGeom>
                                <a:avLst/>
                                <a:gdLst>
                                  <a:gd name="T0" fmla="*/ 4548 w 5441"/>
                                  <a:gd name="T1" fmla="*/ 0 h 2332"/>
                                  <a:gd name="T2" fmla="*/ 0 w 5441"/>
                                  <a:gd name="T3" fmla="*/ 0 h 2332"/>
                                  <a:gd name="T4" fmla="*/ 0 w 5441"/>
                                  <a:gd name="T5" fmla="*/ 2331 h 2332"/>
                                  <a:gd name="T6" fmla="*/ 5440 w 5441"/>
                                  <a:gd name="T7" fmla="*/ 2331 h 2332"/>
                                  <a:gd name="T8" fmla="*/ 5440 w 5441"/>
                                  <a:gd name="T9" fmla="*/ 670 h 2332"/>
                                  <a:gd name="T10" fmla="*/ 4548 w 5441"/>
                                  <a:gd name="T11" fmla="*/ 0 h 2332"/>
                                </a:gdLst>
                                <a:ahLst/>
                                <a:cxnLst>
                                  <a:cxn ang="0">
                                    <a:pos x="T0" y="T1"/>
                                  </a:cxn>
                                  <a:cxn ang="0">
                                    <a:pos x="T2" y="T3"/>
                                  </a:cxn>
                                  <a:cxn ang="0">
                                    <a:pos x="T4" y="T5"/>
                                  </a:cxn>
                                  <a:cxn ang="0">
                                    <a:pos x="T6" y="T7"/>
                                  </a:cxn>
                                  <a:cxn ang="0">
                                    <a:pos x="T8" y="T9"/>
                                  </a:cxn>
                                  <a:cxn ang="0">
                                    <a:pos x="T10" y="T11"/>
                                  </a:cxn>
                                </a:cxnLst>
                                <a:rect l="0" t="0" r="r" b="b"/>
                                <a:pathLst>
                                  <a:path w="5441" h="2332">
                                    <a:moveTo>
                                      <a:pt x="4548" y="0"/>
                                    </a:moveTo>
                                    <a:lnTo>
                                      <a:pt x="0" y="0"/>
                                    </a:lnTo>
                                    <a:lnTo>
                                      <a:pt x="0" y="2331"/>
                                    </a:lnTo>
                                    <a:lnTo>
                                      <a:pt x="5440" y="2331"/>
                                    </a:lnTo>
                                    <a:lnTo>
                                      <a:pt x="5440" y="670"/>
                                    </a:lnTo>
                                    <a:lnTo>
                                      <a:pt x="4548" y="0"/>
                                    </a:lnTo>
                                    <a:close/>
                                  </a:path>
                                </a:pathLst>
                              </a:custGeom>
                              <a:solidFill>
                                <a:schemeClr val="accent1"/>
                              </a:solidFill>
                              <a:ln>
                                <a:noFill/>
                              </a:ln>
                            </wps:spPr>
                            <wps:txbx>
                              <w:txbxContent>
                                <w:sdt>
                                  <w:sdtPr>
                                    <w:id w:val="-1682268629"/>
                                    <w:temporary/>
                                    <w:showingPlcHdr/>
                                    <w15:appearance w15:val="hidden"/>
                                  </w:sdtPr>
                                  <w:sdtEndPr/>
                                  <w:sdtContent>
                                    <w:p w14:paraId="6F49C21D" w14:textId="77777777" w:rsidR="00D636D7" w:rsidRPr="008C24B3" w:rsidRDefault="00D636D7" w:rsidP="004F663D">
                                      <w:pPr>
                                        <w:pStyle w:val="Kontaktdetails"/>
                                      </w:pPr>
                                      <w:r w:rsidRPr="004F663D">
                                        <w:rPr>
                                          <w:lang w:bidi="de-DE"/>
                                        </w:rPr>
                                        <w:t>Firmenname</w:t>
                                      </w:r>
                                    </w:p>
                                  </w:sdtContent>
                                </w:sdt>
                                <w:sdt>
                                  <w:sdtPr>
                                    <w:id w:val="-1471365033"/>
                                    <w:temporary/>
                                    <w:showingPlcHdr/>
                                    <w15:appearance w15:val="hidden"/>
                                  </w:sdtPr>
                                  <w:sdtEndPr/>
                                  <w:sdtContent>
                                    <w:p w14:paraId="7BA8B8F5" w14:textId="77777777" w:rsidR="00D636D7" w:rsidRPr="008C24B3" w:rsidRDefault="00D636D7" w:rsidP="004F663D">
                                      <w:pPr>
                                        <w:pStyle w:val="Kontaktdetails"/>
                                      </w:pPr>
                                      <w:r w:rsidRPr="008C24B3">
                                        <w:rPr>
                                          <w:lang w:bidi="de-DE"/>
                                        </w:rPr>
                                        <w:t>Firmenadresse</w:t>
                                      </w:r>
                                    </w:p>
                                  </w:sdtContent>
                                </w:sdt>
                                <w:sdt>
                                  <w:sdtPr>
                                    <w:id w:val="1078637800"/>
                                    <w:temporary/>
                                    <w:showingPlcHdr/>
                                    <w15:appearance w15:val="hidden"/>
                                  </w:sdtPr>
                                  <w:sdtEndPr/>
                                  <w:sdtContent>
                                    <w:p w14:paraId="12CC9AE6" w14:textId="77777777" w:rsidR="00D636D7" w:rsidRPr="008C24B3" w:rsidRDefault="00D636D7" w:rsidP="004F663D">
                                      <w:pPr>
                                        <w:pStyle w:val="Kontaktdetails"/>
                                      </w:pPr>
                                      <w:r w:rsidRPr="008C24B3">
                                        <w:rPr>
                                          <w:rStyle w:val="Platzhaltertext"/>
                                          <w:color w:val="FFFFFF"/>
                                          <w:lang w:bidi="de-DE"/>
                                        </w:rPr>
                                        <w:t>PLZ Ort</w:t>
                                      </w:r>
                                    </w:p>
                                  </w:sdtContent>
                                </w:sdt>
                              </w:txbxContent>
                            </wps:txbx>
                            <wps:bodyPr rot="0" vert="horz" wrap="square" lIns="0" tIns="251999" rIns="0" bIns="0" anchor="ctr" anchorCtr="0" upright="1">
                              <a:noAutofit/>
                            </wps:bodyPr>
                          </wps:wsp>
                        </a:graphicData>
                      </a:graphic>
                    </wp:inline>
                  </w:drawing>
                </mc:Choice>
                <mc:Fallback>
                  <w:pict>
                    <v:shape w14:anchorId="7ECF5505" id="Freihandform 11" o:spid="_x0000_s1029" style="width:266.4pt;height:116.6pt;visibility:visible;mso-wrap-style:square;mso-left-percent:-10001;mso-top-percent:-10001;mso-position-horizontal:absolute;mso-position-horizontal-relative:char;mso-position-vertical:absolute;mso-position-vertical-relative:line;mso-left-percent:-10001;mso-top-percent:-10001;v-text-anchor:middle" coordsize="5441,23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" adj="-11796480,,5400" path="m4548,l,,,2331r5440,l5440,670,4548,xe" fillcolor="#1b74bc [3204]" stroked="f">
                      <v:stroke joinstyle="miter"/>
                      <v:formulas/>
                      <v:path arrowok="t" o:connecttype="custom" o:connectlocs="2828002,0;0,0;0,1480185;3382658,1480185;3382658,425450;2828002,0" o:connectangles="0,0,0,0,0,0" textboxrect="0,0,5441,2332"/>
                      <v:textbox inset="0,6.99997mm,0,0">
                        <w:txbxContent>
                          <w:sdt>
                            <w:sdtPr>
                              <w:id w:val="-1682268629"/>
                              <w:temporary/>
                              <w:showingPlcHdr/>
                              <w15:appearance w15:val="hidden"/>
                            </w:sdtPr>
                            <w:sdtEndPr/>
                            <w:sdtContent>
                              <w:p w14:paraId="6F49C21D" w14:textId="77777777" w:rsidR="00D636D7" w:rsidRPr="008C24B3" w:rsidRDefault="00D636D7" w:rsidP="004F663D">
                                <w:pPr>
                                  <w:pStyle w:val="Kontaktdetails"/>
                                </w:pPr>
                                <w:r w:rsidRPr="004F663D">
                                  <w:rPr>
                                    <w:lang w:bidi="de-DE"/>
                                  </w:rPr>
                                  <w:t>Firmenname</w:t>
                                </w:r>
                              </w:p>
                            </w:sdtContent>
                          </w:sdt>
                          <w:sdt>
                            <w:sdtPr>
                              <w:id w:val="-1471365033"/>
                              <w:temporary/>
                              <w:showingPlcHdr/>
                              <w15:appearance w15:val="hidden"/>
                            </w:sdtPr>
                            <w:sdtEndPr/>
                            <w:sdtContent>
                              <w:p w14:paraId="7BA8B8F5" w14:textId="77777777" w:rsidR="00D636D7" w:rsidRPr="008C24B3" w:rsidRDefault="00D636D7" w:rsidP="004F663D">
                                <w:pPr>
                                  <w:pStyle w:val="Kontaktdetails"/>
                                </w:pPr>
                                <w:r w:rsidRPr="008C24B3">
                                  <w:rPr>
                                    <w:lang w:bidi="de-DE"/>
                                  </w:rPr>
                                  <w:t>Firmenadresse</w:t>
                                </w:r>
                              </w:p>
                            </w:sdtContent>
                          </w:sdt>
                          <w:sdt>
                            <w:sdtPr>
                              <w:id w:val="1078637800"/>
                              <w:temporary/>
                              <w:showingPlcHdr/>
                              <w15:appearance w15:val="hidden"/>
                            </w:sdtPr>
                            <w:sdtEndPr/>
                            <w:sdtContent>
                              <w:p w14:paraId="12CC9AE6" w14:textId="77777777" w:rsidR="00D636D7" w:rsidRPr="008C24B3" w:rsidRDefault="00D636D7" w:rsidP="004F663D">
                                <w:pPr>
                                  <w:pStyle w:val="Kontaktdetails"/>
                                </w:pPr>
                                <w:r w:rsidRPr="008C24B3">
                                  <w:rPr>
                                    <w:rStyle w:val="Platzhaltertext"/>
                                    <w:color w:val="FFFFFF"/>
                                    <w:lang w:bidi="de-DE"/>
                                  </w:rPr>
                                  <w:t>PLZ Ort</w:t>
                                </w:r>
                              </w:p>
                            </w:sdtContent>
                          </w:sdt>
                        </w:txbxContent>
                      </v:textbox>
                      <w10:anchorlock/>
                    </v:shape>
                  </w:pict>
                </mc:Fallback>
              </mc:AlternateContent>
            </w:r>
          </w:p>
        </w:tc>
        <w:tc>
          <w:tcPr>
            <w:tcW w:w="5561" w:type="dxa"/>
            <w:gridSpan w:val="2"/>
          </w:tcPr>
          <w:p w14:paraId="4519602A" w14:textId="77777777" w:rsidR="00D636D7" w:rsidRPr="00D636D7" w:rsidRDefault="00D636D7" w:rsidP="00C03D04">
            <w:pPr>
              <w:rPr>
                <w:noProof/>
              </w:rPr>
            </w:pPr>
            <w:r w:rsidRPr="00D636D7">
              <w:rPr>
                <w:noProof/>
                <w:lang w:bidi="de-DE"/>
              </w:rPr>
              <mc:AlternateContent>
                <mc:Choice Requires="wps">
                  <w:drawing>
                    <wp:inline distT="0" distB="0" distL="0" distR="0" wp14:anchorId="089B1D2F" wp14:editId="41BB41DB">
                      <wp:extent cx="3383280" cy="1480820"/>
                      <wp:effectExtent l="0" t="0" r="7620" b="5080"/>
                      <wp:docPr id="20" name="Freihand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1480820"/>
                              </a:xfrm>
                              <a:custGeom>
                                <a:avLst/>
                                <a:gdLst>
                                  <a:gd name="T0" fmla="*/ 4548 w 5441"/>
                                  <a:gd name="T1" fmla="*/ 0 h 2332"/>
                                  <a:gd name="T2" fmla="*/ 0 w 5441"/>
                                  <a:gd name="T3" fmla="*/ 0 h 2332"/>
                                  <a:gd name="T4" fmla="*/ 0 w 5441"/>
                                  <a:gd name="T5" fmla="*/ 2331 h 2332"/>
                                  <a:gd name="T6" fmla="*/ 5440 w 5441"/>
                                  <a:gd name="T7" fmla="*/ 2331 h 2332"/>
                                  <a:gd name="T8" fmla="*/ 5440 w 5441"/>
                                  <a:gd name="T9" fmla="*/ 670 h 2332"/>
                                  <a:gd name="T10" fmla="*/ 4548 w 5441"/>
                                  <a:gd name="T11" fmla="*/ 0 h 2332"/>
                                </a:gdLst>
                                <a:ahLst/>
                                <a:cxnLst>
                                  <a:cxn ang="0">
                                    <a:pos x="T0" y="T1"/>
                                  </a:cxn>
                                  <a:cxn ang="0">
                                    <a:pos x="T2" y="T3"/>
                                  </a:cxn>
                                  <a:cxn ang="0">
                                    <a:pos x="T4" y="T5"/>
                                  </a:cxn>
                                  <a:cxn ang="0">
                                    <a:pos x="T6" y="T7"/>
                                  </a:cxn>
                                  <a:cxn ang="0">
                                    <a:pos x="T8" y="T9"/>
                                  </a:cxn>
                                  <a:cxn ang="0">
                                    <a:pos x="T10" y="T11"/>
                                  </a:cxn>
                                </a:cxnLst>
                                <a:rect l="0" t="0" r="r" b="b"/>
                                <a:pathLst>
                                  <a:path w="5441" h="2332">
                                    <a:moveTo>
                                      <a:pt x="4548" y="0"/>
                                    </a:moveTo>
                                    <a:lnTo>
                                      <a:pt x="0" y="0"/>
                                    </a:lnTo>
                                    <a:lnTo>
                                      <a:pt x="0" y="2331"/>
                                    </a:lnTo>
                                    <a:lnTo>
                                      <a:pt x="5440" y="2331"/>
                                    </a:lnTo>
                                    <a:lnTo>
                                      <a:pt x="5440" y="670"/>
                                    </a:lnTo>
                                    <a:lnTo>
                                      <a:pt x="4548" y="0"/>
                                    </a:lnTo>
                                    <a:close/>
                                  </a:path>
                                </a:pathLst>
                              </a:custGeom>
                              <a:solidFill>
                                <a:schemeClr val="accent2">
                                  <a:lumMod val="75000"/>
                                </a:schemeClr>
                              </a:solidFill>
                              <a:ln>
                                <a:noFill/>
                              </a:ln>
                            </wps:spPr>
                            <wps:txbx>
                              <w:txbxContent>
                                <w:sdt>
                                  <w:sdtPr>
                                    <w:id w:val="-2036413752"/>
                                    <w:temporary/>
                                    <w:showingPlcHdr/>
                                    <w15:appearance w15:val="hidden"/>
                                  </w:sdtPr>
                                  <w:sdtEndPr/>
                                  <w:sdtContent>
                                    <w:p w14:paraId="32A1854D" w14:textId="77777777" w:rsidR="00D636D7" w:rsidRPr="008C24B3" w:rsidRDefault="00D636D7" w:rsidP="004F663D">
                                      <w:pPr>
                                        <w:pStyle w:val="PhoneEmailWeb"/>
                                      </w:pPr>
                                      <w:r w:rsidRPr="008C24B3">
                                        <w:rPr>
                                          <w:rStyle w:val="Platzhaltertext"/>
                                          <w:color w:val="FFFFFF"/>
                                          <w:lang w:bidi="de-DE"/>
                                        </w:rPr>
                                        <w:t>Telefonnummer</w:t>
                                      </w:r>
                                    </w:p>
                                  </w:sdtContent>
                                </w:sdt>
                                <w:sdt>
                                  <w:sdtPr>
                                    <w:id w:val="-1289199767"/>
                                    <w:temporary/>
                                    <w:showingPlcHdr/>
                                    <w15:appearance w15:val="hidden"/>
                                  </w:sdtPr>
                                  <w:sdtEndPr/>
                                  <w:sdtContent>
                                    <w:p w14:paraId="7983B928" w14:textId="77777777" w:rsidR="00D636D7" w:rsidRPr="008C24B3" w:rsidRDefault="00D636D7" w:rsidP="004F663D">
                                      <w:pPr>
                                        <w:pStyle w:val="PhoneEmailWeb"/>
                                      </w:pPr>
                                      <w:r w:rsidRPr="008C24B3">
                                        <w:rPr>
                                          <w:rStyle w:val="Platzhaltertext"/>
                                          <w:color w:val="FFFFFF"/>
                                          <w:lang w:bidi="de-DE"/>
                                        </w:rPr>
                                        <w:t>E-Mail-Adresse</w:t>
                                      </w:r>
                                    </w:p>
                                  </w:sdtContent>
                                </w:sdt>
                                <w:sdt>
                                  <w:sdtPr>
                                    <w:id w:val="-1683510111"/>
                                    <w:temporary/>
                                    <w:showingPlcHdr/>
                                    <w15:appearance w15:val="hidden"/>
                                  </w:sdtPr>
                                  <w:sdtEndPr/>
                                  <w:sdtContent>
                                    <w:p w14:paraId="4D6319BC" w14:textId="77777777" w:rsidR="00D636D7" w:rsidRPr="008C24B3" w:rsidRDefault="00D636D7" w:rsidP="004F663D">
                                      <w:pPr>
                                        <w:pStyle w:val="PhoneEmailWeb"/>
                                      </w:pPr>
                                      <w:r w:rsidRPr="008C24B3">
                                        <w:rPr>
                                          <w:rStyle w:val="Platzhaltertext"/>
                                          <w:color w:val="FFFFFF"/>
                                          <w:lang w:bidi="de-DE"/>
                                        </w:rPr>
                                        <w:t>Websiteadresse</w:t>
                                      </w:r>
                                    </w:p>
                                  </w:sdtContent>
                                </w:sdt>
                              </w:txbxContent>
                            </wps:txbx>
                            <wps:bodyPr rot="0" vert="horz" wrap="square" lIns="0" tIns="251999" rIns="0" bIns="0" anchor="ctr" anchorCtr="0" upright="1">
                              <a:noAutofit/>
                            </wps:bodyPr>
                          </wps:wsp>
                        </a:graphicData>
                      </a:graphic>
                    </wp:inline>
                  </w:drawing>
                </mc:Choice>
                <mc:Fallback>
                  <w:pict>
                    <v:shape w14:anchorId="089B1D2F" id="_x0000_s1030" style="width:266.4pt;height:116.6pt;visibility:visible;mso-wrap-style:square;mso-left-percent:-10001;mso-top-percent:-10001;mso-position-horizontal:absolute;mso-position-horizontal-relative:char;mso-position-vertical:absolute;mso-position-vertical-relative:line;mso-left-percent:-10001;mso-top-percent:-10001;v-text-anchor:middle" coordsize="5441,23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" adj="-11796480,,5400" path="m4548,l,,,2331r5440,l5440,670,4548,xe" fillcolor="#0075a2 [2405]" stroked="f">
                      <v:stroke joinstyle="miter"/>
                      <v:formulas/>
                      <v:path arrowok="t" o:connecttype="custom" o:connectlocs="2828002,0;0,0;0,1480185;3382658,1480185;3382658,425450;2828002,0" o:connectangles="0,0,0,0,0,0" textboxrect="0,0,5441,2332"/>
                      <v:textbox inset="0,6.99997mm,0,0">
                        <w:txbxContent>
                          <w:sdt>
                            <w:sdtPr>
                              <w:id w:val="-2036413752"/>
                              <w:temporary/>
                              <w:showingPlcHdr/>
                              <w15:appearance w15:val="hidden"/>
                            </w:sdtPr>
                            <w:sdtEndPr/>
                            <w:sdtContent>
                              <w:p w14:paraId="32A1854D" w14:textId="77777777" w:rsidR="00D636D7" w:rsidRPr="008C24B3" w:rsidRDefault="00D636D7" w:rsidP="004F663D">
                                <w:pPr>
                                  <w:pStyle w:val="PhoneEmailWeb"/>
                                </w:pPr>
                                <w:r w:rsidRPr="008C24B3">
                                  <w:rPr>
                                    <w:rStyle w:val="Platzhaltertext"/>
                                    <w:color w:val="FFFFFF"/>
                                    <w:lang w:bidi="de-DE"/>
                                  </w:rPr>
                                  <w:t>Telefonnummer</w:t>
                                </w:r>
                              </w:p>
                            </w:sdtContent>
                          </w:sdt>
                          <w:sdt>
                            <w:sdtPr>
                              <w:id w:val="-1289199767"/>
                              <w:temporary/>
                              <w:showingPlcHdr/>
                              <w15:appearance w15:val="hidden"/>
                            </w:sdtPr>
                            <w:sdtEndPr/>
                            <w:sdtContent>
                              <w:p w14:paraId="7983B928" w14:textId="77777777" w:rsidR="00D636D7" w:rsidRPr="008C24B3" w:rsidRDefault="00D636D7" w:rsidP="004F663D">
                                <w:pPr>
                                  <w:pStyle w:val="PhoneEmailWeb"/>
                                </w:pPr>
                                <w:r w:rsidRPr="008C24B3">
                                  <w:rPr>
                                    <w:rStyle w:val="Platzhaltertext"/>
                                    <w:color w:val="FFFFFF"/>
                                    <w:lang w:bidi="de-DE"/>
                                  </w:rPr>
                                  <w:t>E-Mail-Adresse</w:t>
                                </w:r>
                              </w:p>
                            </w:sdtContent>
                          </w:sdt>
                          <w:sdt>
                            <w:sdtPr>
                              <w:id w:val="-1683510111"/>
                              <w:temporary/>
                              <w:showingPlcHdr/>
                              <w15:appearance w15:val="hidden"/>
                            </w:sdtPr>
                            <w:sdtEndPr/>
                            <w:sdtContent>
                              <w:p w14:paraId="4D6319BC" w14:textId="77777777" w:rsidR="00D636D7" w:rsidRPr="008C24B3" w:rsidRDefault="00D636D7" w:rsidP="004F663D">
                                <w:pPr>
                                  <w:pStyle w:val="PhoneEmailWeb"/>
                                </w:pPr>
                                <w:r w:rsidRPr="008C24B3">
                                  <w:rPr>
                                    <w:rStyle w:val="Platzhaltertext"/>
                                    <w:color w:val="FFFFFF"/>
                                    <w:lang w:bidi="de-DE"/>
                                  </w:rPr>
                                  <w:t>Websiteadresse</w:t>
                                </w:r>
                              </w:p>
                            </w:sdtContent>
                          </w:sdt>
                        </w:txbxContent>
                      </v:textbox>
                      <w10:anchorlock/>
                    </v:shape>
                  </w:pict>
                </mc:Fallback>
              </mc:AlternateContent>
            </w:r>
          </w:p>
        </w:tc>
      </w:tr>
    </w:tbl>
    <w:p w14:paraId="676329D4" w14:textId="77777777" w:rsidR="00310CBF" w:rsidRPr="00847CB0" w:rsidRDefault="00310CBF" w:rsidP="006563D7">
      <w:pPr>
        <w:pStyle w:val="KeinLeerraum"/>
        <w:rPr>
          <w:sz w:val="10"/>
        </w:rPr>
      </w:pPr>
    </w:p>
    <w:sectPr w:rsidR="00310CBF" w:rsidRPr="00847CB0" w:rsidSect="00EE1C2F">
      <w:headerReference w:type="default" r:id="rId13"/>
      <w:footerReference w:type="default" r:id="rId14"/>
      <w:headerReference w:type="first" r:id="rId15"/>
      <w:footerReference w:type="first" r:id="rId16"/>
      <w:type w:val="continuous"/>
      <w:pgSz w:w="11906" w:h="16838" w:code="9"/>
      <w:pgMar w:top="1296" w:right="720" w:bottom="1296" w:left="720" w:header="720" w:footer="43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F1055" w14:textId="77777777" w:rsidR="004164C5" w:rsidRDefault="004164C5" w:rsidP="00C03D04">
      <w:r>
        <w:separator/>
      </w:r>
    </w:p>
  </w:endnote>
  <w:endnote w:type="continuationSeparator" w:id="0">
    <w:p w14:paraId="5F304A0D" w14:textId="77777777" w:rsidR="004164C5" w:rsidRDefault="004164C5" w:rsidP="00C03D04">
      <w:r>
        <w:continuationSeparator/>
      </w:r>
    </w:p>
  </w:endnote>
  <w:endnote w:type="continuationNotice" w:id="1">
    <w:p w14:paraId="3978B3F2" w14:textId="77777777" w:rsidR="00726D8B" w:rsidRDefault="00726D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B93C" w14:textId="77777777" w:rsidR="00EE1C2F" w:rsidRDefault="009A504D">
    <w:pPr>
      <w:pStyle w:val="Fuzeile"/>
    </w:pPr>
    <w:r>
      <w:rPr>
        <w:noProof/>
        <w:lang w:bidi="de-DE"/>
      </w:rPr>
      <mc:AlternateContent>
        <mc:Choice Requires="wps">
          <w:drawing>
            <wp:anchor distT="0" distB="0" distL="114300" distR="114300" simplePos="0" relativeHeight="251658241" behindDoc="1" locked="0" layoutInCell="1" allowOverlap="1" wp14:anchorId="0A343BC8" wp14:editId="10E61178">
              <wp:simplePos x="0" y="0"/>
              <wp:positionH relativeFrom="page">
                <wp:posOffset>-30480</wp:posOffset>
              </wp:positionH>
              <wp:positionV relativeFrom="page">
                <wp:posOffset>8871585</wp:posOffset>
              </wp:positionV>
              <wp:extent cx="7827938" cy="1828800"/>
              <wp:effectExtent l="0" t="0" r="1905" b="0"/>
              <wp:wrapNone/>
              <wp:docPr id="22" name="Freihandform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7938" cy="1828800"/>
                      </a:xfrm>
                      <a:custGeom>
                        <a:avLst/>
                        <a:gdLst>
                          <a:gd name="T0" fmla="*/ 0 w 12230"/>
                          <a:gd name="T1" fmla="*/ 3285 h 3286"/>
                          <a:gd name="T2" fmla="*/ 12229 w 12230"/>
                          <a:gd name="T3" fmla="*/ 3285 h 3286"/>
                          <a:gd name="T4" fmla="*/ 12229 w 12230"/>
                          <a:gd name="T5" fmla="*/ 0 h 3286"/>
                          <a:gd name="T6" fmla="*/ 0 w 12230"/>
                          <a:gd name="T7" fmla="*/ 0 h 3286"/>
                          <a:gd name="T8" fmla="*/ 0 w 12230"/>
                          <a:gd name="T9" fmla="*/ 3285 h 3286"/>
                        </a:gdLst>
                        <a:ahLst/>
                        <a:cxnLst>
                          <a:cxn ang="0">
                            <a:pos x="T0" y="T1"/>
                          </a:cxn>
                          <a:cxn ang="0">
                            <a:pos x="T2" y="T3"/>
                          </a:cxn>
                          <a:cxn ang="0">
                            <a:pos x="T4" y="T5"/>
                          </a:cxn>
                          <a:cxn ang="0">
                            <a:pos x="T6" y="T7"/>
                          </a:cxn>
                          <a:cxn ang="0">
                            <a:pos x="T8" y="T9"/>
                          </a:cxn>
                        </a:cxnLst>
                        <a:rect l="0" t="0" r="r" b="b"/>
                        <a:pathLst>
                          <a:path w="12230" h="3286">
                            <a:moveTo>
                              <a:pt x="0" y="3285"/>
                            </a:moveTo>
                            <a:lnTo>
                              <a:pt x="12229" y="3285"/>
                            </a:lnTo>
                            <a:lnTo>
                              <a:pt x="12229" y="0"/>
                            </a:lnTo>
                            <a:lnTo>
                              <a:pt x="0" y="0"/>
                            </a:lnTo>
                            <a:lnTo>
                              <a:pt x="0" y="3285"/>
                            </a:lnTo>
                            <a:close/>
                          </a:path>
                        </a:pathLst>
                      </a:custGeom>
                      <a:solidFill>
                        <a:schemeClr val="bg1">
                          <a:lumMod val="85000"/>
                          <a:alpha val="50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A9F763" id="Freihandform 6" o:spid="_x0000_s1026" alt="&quot;&quot;" style="position:absolute;margin-left:-2.4pt;margin-top:698.55pt;width:616.35pt;height:2in;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230,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" path="m,3285r12229,l12229,,,,,3285xe" fillcolor="#d8d8d8 [2732]" stroked="f">
              <v:fill opacity="32896f"/>
              <v:path arrowok="t" o:connecttype="custom" o:connectlocs="0,1828243;7827298,1828243;7827298,0;0,0;0,1828243" o:connectangles="0,0,0,0,0"/>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2AFD" w14:textId="77777777" w:rsidR="009A504D" w:rsidRDefault="009A504D">
    <w:pPr>
      <w:pStyle w:val="Fuzeile"/>
    </w:pPr>
    <w:r>
      <w:rPr>
        <w:noProof/>
        <w:lang w:bidi="de-DE"/>
      </w:rPr>
      <mc:AlternateContent>
        <mc:Choice Requires="wps">
          <w:drawing>
            <wp:anchor distT="0" distB="0" distL="114300" distR="114300" simplePos="0" relativeHeight="251658242" behindDoc="1" locked="0" layoutInCell="1" allowOverlap="1" wp14:anchorId="3B6FE91C" wp14:editId="4F4E9CDB">
              <wp:simplePos x="0" y="0"/>
              <wp:positionH relativeFrom="page">
                <wp:posOffset>-30480</wp:posOffset>
              </wp:positionH>
              <wp:positionV relativeFrom="page">
                <wp:posOffset>8860600</wp:posOffset>
              </wp:positionV>
              <wp:extent cx="7827938" cy="1828800"/>
              <wp:effectExtent l="0" t="0" r="1905" b="0"/>
              <wp:wrapNone/>
              <wp:docPr id="13" name="Freihandform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7938" cy="1828800"/>
                      </a:xfrm>
                      <a:custGeom>
                        <a:avLst/>
                        <a:gdLst>
                          <a:gd name="T0" fmla="*/ 0 w 12230"/>
                          <a:gd name="T1" fmla="*/ 3285 h 3286"/>
                          <a:gd name="T2" fmla="*/ 12229 w 12230"/>
                          <a:gd name="T3" fmla="*/ 3285 h 3286"/>
                          <a:gd name="T4" fmla="*/ 12229 w 12230"/>
                          <a:gd name="T5" fmla="*/ 0 h 3286"/>
                          <a:gd name="T6" fmla="*/ 0 w 12230"/>
                          <a:gd name="T7" fmla="*/ 0 h 3286"/>
                          <a:gd name="T8" fmla="*/ 0 w 12230"/>
                          <a:gd name="T9" fmla="*/ 3285 h 3286"/>
                        </a:gdLst>
                        <a:ahLst/>
                        <a:cxnLst>
                          <a:cxn ang="0">
                            <a:pos x="T0" y="T1"/>
                          </a:cxn>
                          <a:cxn ang="0">
                            <a:pos x="T2" y="T3"/>
                          </a:cxn>
                          <a:cxn ang="0">
                            <a:pos x="T4" y="T5"/>
                          </a:cxn>
                          <a:cxn ang="0">
                            <a:pos x="T6" y="T7"/>
                          </a:cxn>
                          <a:cxn ang="0">
                            <a:pos x="T8" y="T9"/>
                          </a:cxn>
                        </a:cxnLst>
                        <a:rect l="0" t="0" r="r" b="b"/>
                        <a:pathLst>
                          <a:path w="12230" h="3286">
                            <a:moveTo>
                              <a:pt x="0" y="3285"/>
                            </a:moveTo>
                            <a:lnTo>
                              <a:pt x="12229" y="3285"/>
                            </a:lnTo>
                            <a:lnTo>
                              <a:pt x="12229" y="0"/>
                            </a:lnTo>
                            <a:lnTo>
                              <a:pt x="0" y="0"/>
                            </a:lnTo>
                            <a:lnTo>
                              <a:pt x="0" y="3285"/>
                            </a:lnTo>
                            <a:close/>
                          </a:path>
                        </a:pathLst>
                      </a:custGeom>
                      <a:solidFill>
                        <a:schemeClr val="bg1">
                          <a:lumMod val="85000"/>
                          <a:alpha val="50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4B18DB" id="Freihandform 6" o:spid="_x0000_s1026" alt="&quot;&quot;" style="position:absolute;margin-left:-2.4pt;margin-top:697.7pt;width:616.35pt;height:2in;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230,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" path="m,3285r12229,l12229,,,,,3285xe" fillcolor="#d8d8d8 [2732]" stroked="f">
              <v:fill opacity="32896f"/>
              <v:path arrowok="t" o:connecttype="custom" o:connectlocs="0,1828243;7827298,1828243;7827298,0;0,0;0,1828243" o:connectangles="0,0,0,0,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9677B" w14:textId="77777777" w:rsidR="004164C5" w:rsidRDefault="004164C5" w:rsidP="00C03D04">
      <w:r>
        <w:separator/>
      </w:r>
    </w:p>
  </w:footnote>
  <w:footnote w:type="continuationSeparator" w:id="0">
    <w:p w14:paraId="26CE243E" w14:textId="77777777" w:rsidR="004164C5" w:rsidRDefault="004164C5" w:rsidP="00C03D04">
      <w:r>
        <w:continuationSeparator/>
      </w:r>
    </w:p>
  </w:footnote>
  <w:footnote w:type="continuationNotice" w:id="1">
    <w:p w14:paraId="2D6E5D95" w14:textId="77777777" w:rsidR="00726D8B" w:rsidRDefault="00726D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A4864" w14:textId="77777777" w:rsidR="009A504D" w:rsidRDefault="009A504D">
    <w:pPr>
      <w:pStyle w:val="Kopfzeile"/>
    </w:pPr>
    <w:r>
      <w:rPr>
        <w:noProof/>
        <w:lang w:bidi="de-DE"/>
      </w:rPr>
      <w:drawing>
        <wp:anchor distT="0" distB="0" distL="114300" distR="114300" simplePos="0" relativeHeight="251658243" behindDoc="1" locked="0" layoutInCell="1" allowOverlap="1" wp14:anchorId="7EB51B52" wp14:editId="04E61805">
          <wp:simplePos x="0" y="0"/>
          <wp:positionH relativeFrom="page">
            <wp:align>center</wp:align>
          </wp:positionH>
          <wp:positionV relativeFrom="page">
            <wp:align>top</wp:align>
          </wp:positionV>
          <wp:extent cx="7065220" cy="1341912"/>
          <wp:effectExtent l="0" t="0" r="2540" b="0"/>
          <wp:wrapNone/>
          <wp:docPr id="18" name="Bild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20Pexels%20Images/Hardware%20Newsletter/capacitors-computer-cpu-163150.jpg"/>
                  <pic:cNvPicPr preferRelativeResize="0">
                    <a:picLocks noChangeAspect="1" noChangeArrowheads="1"/>
                  </pic:cNvPicPr>
                </pic:nvPicPr>
                <pic:blipFill rotWithShape="1">
                  <a:blip r:embed="rId1" cstate="email">
                    <a:duotone>
                      <a:schemeClr val="accent1">
                        <a:shade val="45000"/>
                        <a:satMod val="135000"/>
                      </a:schemeClr>
                      <a:prstClr val="white"/>
                    </a:duotone>
                    <a:extLst>
                      <a:ext uri="{28A0092B-C50C-407E-A947-70E740481C1C}">
                        <a14:useLocalDpi xmlns:a14="http://schemas.microsoft.com/office/drawing/2010/main"/>
                      </a:ext>
                    </a:extLst>
                  </a:blip>
                  <a:srcRect/>
                  <a:stretch/>
                </pic:blipFill>
                <pic:spPr bwMode="auto">
                  <a:xfrm>
                    <a:off x="0" y="0"/>
                    <a:ext cx="7086367" cy="134592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2E3" w14:textId="77777777" w:rsidR="00616EA8" w:rsidRDefault="00616EA8" w:rsidP="00C03D04">
    <w:pPr>
      <w:pStyle w:val="Kopfzeile"/>
    </w:pPr>
    <w:r w:rsidRPr="00616EA8">
      <w:rPr>
        <w:noProof/>
        <w:lang w:bidi="de-DE"/>
      </w:rPr>
      <w:drawing>
        <wp:anchor distT="0" distB="0" distL="114300" distR="114300" simplePos="0" relativeHeight="251658240" behindDoc="1" locked="0" layoutInCell="1" allowOverlap="1" wp14:anchorId="6538E9B4" wp14:editId="536A98AC">
          <wp:simplePos x="0" y="0"/>
          <wp:positionH relativeFrom="page">
            <wp:posOffset>236855</wp:posOffset>
          </wp:positionH>
          <wp:positionV relativeFrom="page">
            <wp:posOffset>1184085</wp:posOffset>
          </wp:positionV>
          <wp:extent cx="7086600" cy="1938528"/>
          <wp:effectExtent l="0" t="0" r="0" b="5080"/>
          <wp:wrapNone/>
          <wp:docPr id="12" name="Bild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20Pexels%20Images/Hardware%20Newsletter/capacitors-computer-cpu-163150.jpg"/>
                  <pic:cNvPicPr preferRelativeResize="0">
                    <a:picLocks noChangeAspect="1" noChangeArrowheads="1"/>
                  </pic:cNvPicPr>
                </pic:nvPicPr>
                <pic:blipFill rotWithShape="1">
                  <a:blip r:embed="rId1" cstate="email">
                    <a:duotone>
                      <a:schemeClr val="accent1">
                        <a:shade val="45000"/>
                        <a:satMod val="135000"/>
                      </a:schemeClr>
                      <a:prstClr val="white"/>
                    </a:duotone>
                    <a:extLst>
                      <a:ext uri="{28A0092B-C50C-407E-A947-70E740481C1C}">
                        <a14:useLocalDpi xmlns:a14="http://schemas.microsoft.com/office/drawing/2010/main"/>
                      </a:ext>
                    </a:extLst>
                  </a:blip>
                  <a:srcRect/>
                  <a:stretch/>
                </pic:blipFill>
                <pic:spPr bwMode="auto">
                  <a:xfrm>
                    <a:off x="0" y="0"/>
                    <a:ext cx="7086600" cy="193852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bordersDoNotSurroundHeader/>
  <w:bordersDoNotSurroundFooter/>
  <w:proofState w:spelling="clean" w:grammar="clean"/>
  <w:attachedTemplate r:id="rId1"/>
  <w:stylePaneSortMethod w:val="000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4C5"/>
    <w:rsid w:val="000266D5"/>
    <w:rsid w:val="00034F4B"/>
    <w:rsid w:val="000729F4"/>
    <w:rsid w:val="00083CBE"/>
    <w:rsid w:val="00086AE5"/>
    <w:rsid w:val="000D4B01"/>
    <w:rsid w:val="000D53AE"/>
    <w:rsid w:val="000F69D6"/>
    <w:rsid w:val="00126241"/>
    <w:rsid w:val="00175F1B"/>
    <w:rsid w:val="00290F3B"/>
    <w:rsid w:val="002A58C7"/>
    <w:rsid w:val="002E76DC"/>
    <w:rsid w:val="002F0367"/>
    <w:rsid w:val="002F75F8"/>
    <w:rsid w:val="00310CBF"/>
    <w:rsid w:val="0033720E"/>
    <w:rsid w:val="004164C5"/>
    <w:rsid w:val="0047779F"/>
    <w:rsid w:val="004F663D"/>
    <w:rsid w:val="005D5C04"/>
    <w:rsid w:val="00602E6B"/>
    <w:rsid w:val="00616EA8"/>
    <w:rsid w:val="006500F6"/>
    <w:rsid w:val="006563D7"/>
    <w:rsid w:val="006C705E"/>
    <w:rsid w:val="00726D8B"/>
    <w:rsid w:val="007A1467"/>
    <w:rsid w:val="007C0018"/>
    <w:rsid w:val="007C49AB"/>
    <w:rsid w:val="007F46FE"/>
    <w:rsid w:val="00814F60"/>
    <w:rsid w:val="00844B11"/>
    <w:rsid w:val="00847CB0"/>
    <w:rsid w:val="008C24B3"/>
    <w:rsid w:val="008C780F"/>
    <w:rsid w:val="008D42B1"/>
    <w:rsid w:val="009052F9"/>
    <w:rsid w:val="0091406B"/>
    <w:rsid w:val="0094526C"/>
    <w:rsid w:val="00975A10"/>
    <w:rsid w:val="009A504D"/>
    <w:rsid w:val="009A5818"/>
    <w:rsid w:val="00A11F83"/>
    <w:rsid w:val="00A95D0F"/>
    <w:rsid w:val="00B004AA"/>
    <w:rsid w:val="00B03852"/>
    <w:rsid w:val="00B679F9"/>
    <w:rsid w:val="00B70EC0"/>
    <w:rsid w:val="00BD13D2"/>
    <w:rsid w:val="00BE3DBB"/>
    <w:rsid w:val="00C03D04"/>
    <w:rsid w:val="00C06622"/>
    <w:rsid w:val="00C503F2"/>
    <w:rsid w:val="00C515C5"/>
    <w:rsid w:val="00C83AA6"/>
    <w:rsid w:val="00D636D7"/>
    <w:rsid w:val="00DA2659"/>
    <w:rsid w:val="00DB1479"/>
    <w:rsid w:val="00DC5C6E"/>
    <w:rsid w:val="00DD7BB5"/>
    <w:rsid w:val="00E13D69"/>
    <w:rsid w:val="00E55A80"/>
    <w:rsid w:val="00EE1C2F"/>
    <w:rsid w:val="00F92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1A401E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2"/>
        <w:szCs w:val="22"/>
        <w:lang w:val="de-DE" w:eastAsia="en-US" w:bidi="ar-SA"/>
      </w:rPr>
    </w:rPrDefault>
    <w:pPrDefault>
      <w:pPr>
        <w:spacing w:after="240"/>
      </w:pPr>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Smart Link" w:semiHidden="1" w:unhideWhenUsed="1"/>
  </w:latentStyles>
  <w:style w:type="paragraph" w:default="1" w:styleId="Standard">
    <w:name w:val="Normal"/>
    <w:uiPriority w:val="1"/>
    <w:qFormat/>
    <w:rsid w:val="00A95D0F"/>
    <w:pPr>
      <w:widowControl w:val="0"/>
      <w:autoSpaceDE w:val="0"/>
      <w:autoSpaceDN w:val="0"/>
      <w:adjustRightInd w:val="0"/>
      <w:spacing w:after="200"/>
    </w:pPr>
    <w:rPr>
      <w:rFonts w:cs="Georgia"/>
      <w:sz w:val="20"/>
    </w:rPr>
  </w:style>
  <w:style w:type="paragraph" w:styleId="berschrift1">
    <w:name w:val="heading 1"/>
    <w:basedOn w:val="Standard"/>
    <w:next w:val="Standard"/>
    <w:link w:val="berschrift1Zchn"/>
    <w:uiPriority w:val="1"/>
    <w:qFormat/>
    <w:rsid w:val="00844B11"/>
    <w:pPr>
      <w:kinsoku w:val="0"/>
      <w:overflowPunct w:val="0"/>
      <w:spacing w:before="120" w:after="120"/>
      <w:outlineLvl w:val="0"/>
    </w:pPr>
    <w:rPr>
      <w:rFonts w:asciiTheme="majorHAnsi" w:hAnsiTheme="majorHAnsi" w:cs="Lucida Grande"/>
      <w:b/>
      <w:bCs/>
      <w:caps/>
      <w:color w:val="1B74BC" w:themeColor="accent1"/>
      <w:sz w:val="56"/>
      <w:szCs w:val="48"/>
    </w:rPr>
  </w:style>
  <w:style w:type="paragraph" w:styleId="berschrift2">
    <w:name w:val="heading 2"/>
    <w:basedOn w:val="Standard"/>
    <w:next w:val="Standard"/>
    <w:link w:val="berschrift2Zchn"/>
    <w:uiPriority w:val="1"/>
    <w:semiHidden/>
    <w:qFormat/>
    <w:rsid w:val="007C0018"/>
    <w:pPr>
      <w:spacing w:before="120" w:after="120"/>
      <w:outlineLvl w:val="1"/>
    </w:pPr>
    <w:rPr>
      <w:i/>
      <w:color w:val="009DD9" w:themeColor="accent2"/>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semiHidden/>
    <w:rsid w:val="00B70EC0"/>
    <w:pPr>
      <w:kinsoku w:val="0"/>
      <w:overflowPunct w:val="0"/>
      <w:spacing w:before="93" w:line="249" w:lineRule="auto"/>
      <w:ind w:left="313" w:right="62"/>
    </w:pPr>
    <w:rPr>
      <w:spacing w:val="-8"/>
      <w:sz w:val="24"/>
      <w:szCs w:val="24"/>
    </w:rPr>
  </w:style>
  <w:style w:type="character" w:customStyle="1" w:styleId="TextkrperZchn">
    <w:name w:val="Textkörper Zchn"/>
    <w:basedOn w:val="Absatz-Standardschriftart"/>
    <w:link w:val="Textkrper"/>
    <w:uiPriority w:val="1"/>
    <w:semiHidden/>
    <w:rsid w:val="00034F4B"/>
    <w:rPr>
      <w:rFonts w:ascii="Arial" w:hAnsi="Arial" w:cs="Arial"/>
      <w:spacing w:val="-8"/>
      <w:sz w:val="24"/>
      <w:szCs w:val="24"/>
    </w:rPr>
  </w:style>
  <w:style w:type="character" w:customStyle="1" w:styleId="berschrift1Zchn">
    <w:name w:val="Überschrift 1 Zchn"/>
    <w:basedOn w:val="Absatz-Standardschriftart"/>
    <w:link w:val="berschrift1"/>
    <w:uiPriority w:val="1"/>
    <w:rsid w:val="00844B11"/>
    <w:rPr>
      <w:rFonts w:asciiTheme="majorHAnsi" w:hAnsiTheme="majorHAnsi" w:cs="Lucida Grande"/>
      <w:b/>
      <w:bCs/>
      <w:caps/>
      <w:color w:val="1B74BC" w:themeColor="accent1"/>
      <w:sz w:val="56"/>
      <w:szCs w:val="48"/>
    </w:rPr>
  </w:style>
  <w:style w:type="character" w:customStyle="1" w:styleId="berschrift2Zchn">
    <w:name w:val="Überschrift 2 Zchn"/>
    <w:basedOn w:val="Absatz-Standardschriftart"/>
    <w:link w:val="berschrift2"/>
    <w:uiPriority w:val="1"/>
    <w:semiHidden/>
    <w:rsid w:val="007A1467"/>
    <w:rPr>
      <w:rFonts w:cs="Georgia"/>
      <w:i/>
      <w:color w:val="009DD9" w:themeColor="accent2"/>
      <w:sz w:val="36"/>
      <w:szCs w:val="36"/>
    </w:rPr>
  </w:style>
  <w:style w:type="paragraph" w:styleId="Listenabsatz">
    <w:name w:val="List Paragraph"/>
    <w:basedOn w:val="Standard"/>
    <w:uiPriority w:val="1"/>
    <w:semiHidden/>
    <w:rPr>
      <w:rFonts w:ascii="Times New Roman" w:hAnsi="Times New Roman"/>
      <w:sz w:val="24"/>
      <w:szCs w:val="24"/>
    </w:rPr>
  </w:style>
  <w:style w:type="character" w:styleId="NichtaufgelsteErwhnung">
    <w:name w:val="Unresolved Mention"/>
    <w:basedOn w:val="Absatz-Standardschriftart"/>
    <w:uiPriority w:val="99"/>
    <w:semiHidden/>
    <w:rsid w:val="00034F4B"/>
    <w:rPr>
      <w:color w:val="808080"/>
      <w:shd w:val="clear" w:color="auto" w:fill="E6E6E6"/>
    </w:rPr>
  </w:style>
  <w:style w:type="paragraph" w:styleId="Titel">
    <w:name w:val="Title"/>
    <w:basedOn w:val="Standard"/>
    <w:next w:val="Standard"/>
    <w:link w:val="TitelZchn"/>
    <w:uiPriority w:val="10"/>
    <w:qFormat/>
    <w:rsid w:val="00616EA8"/>
    <w:pPr>
      <w:spacing w:before="120" w:after="120" w:line="192" w:lineRule="auto"/>
    </w:pPr>
    <w:rPr>
      <w:rFonts w:ascii="Calibri Light" w:hAnsi="Calibri Light"/>
      <w:b/>
      <w:bCs/>
      <w:color w:val="FFFFFF"/>
      <w:spacing w:val="-10"/>
      <w:kern w:val="28"/>
      <w:sz w:val="72"/>
      <w:szCs w:val="56"/>
    </w:rPr>
  </w:style>
  <w:style w:type="character" w:customStyle="1" w:styleId="TitelZchn">
    <w:name w:val="Titel Zchn"/>
    <w:basedOn w:val="Absatz-Standardschriftart"/>
    <w:link w:val="Titel"/>
    <w:uiPriority w:val="10"/>
    <w:rsid w:val="00616EA8"/>
    <w:rPr>
      <w:rFonts w:ascii="Calibri Light" w:hAnsi="Calibri Light"/>
      <w:b/>
      <w:bCs/>
      <w:color w:val="FFFFFF"/>
      <w:spacing w:val="-10"/>
      <w:kern w:val="28"/>
      <w:sz w:val="72"/>
      <w:szCs w:val="56"/>
    </w:rPr>
  </w:style>
  <w:style w:type="paragraph" w:styleId="Untertitel">
    <w:name w:val="Subtitle"/>
    <w:basedOn w:val="Standard"/>
    <w:next w:val="Standard"/>
    <w:link w:val="UntertitelZchn"/>
    <w:uiPriority w:val="11"/>
    <w:semiHidden/>
    <w:qFormat/>
    <w:rsid w:val="00BD13D2"/>
    <w:pPr>
      <w:spacing w:before="120" w:after="120"/>
      <w:jc w:val="center"/>
    </w:pPr>
    <w:rPr>
      <w:b/>
      <w:color w:val="FFFFFF" w:themeColor="background1"/>
      <w:sz w:val="36"/>
      <w:szCs w:val="36"/>
    </w:rPr>
  </w:style>
  <w:style w:type="character" w:customStyle="1" w:styleId="UntertitelZchn">
    <w:name w:val="Untertitel Zchn"/>
    <w:basedOn w:val="Absatz-Standardschriftart"/>
    <w:link w:val="Untertitel"/>
    <w:uiPriority w:val="11"/>
    <w:semiHidden/>
    <w:rsid w:val="007A1467"/>
    <w:rPr>
      <w:rFonts w:cs="Georgia"/>
      <w:b/>
      <w:color w:val="FFFFFF" w:themeColor="background1"/>
      <w:sz w:val="36"/>
      <w:szCs w:val="36"/>
    </w:rPr>
  </w:style>
  <w:style w:type="paragraph" w:styleId="Zitat">
    <w:name w:val="Quote"/>
    <w:basedOn w:val="Textkrper"/>
    <w:next w:val="Standard"/>
    <w:link w:val="ZitatZchn"/>
    <w:uiPriority w:val="29"/>
    <w:qFormat/>
    <w:rsid w:val="00E55A80"/>
    <w:pPr>
      <w:shd w:val="clear" w:color="auto" w:fill="595959" w:themeFill="text1" w:themeFillTint="A6"/>
      <w:spacing w:before="0" w:after="0" w:line="240" w:lineRule="auto"/>
      <w:ind w:left="113"/>
      <w:jc w:val="center"/>
    </w:pPr>
    <w:rPr>
      <w:rFonts w:ascii="Constantia" w:hAnsi="Constantia"/>
      <w:b/>
      <w:i/>
      <w:color w:val="FFFFFF"/>
      <w:szCs w:val="28"/>
    </w:rPr>
  </w:style>
  <w:style w:type="character" w:customStyle="1" w:styleId="ZitatZchn">
    <w:name w:val="Zitat Zchn"/>
    <w:basedOn w:val="Absatz-Standardschriftart"/>
    <w:link w:val="Zitat"/>
    <w:uiPriority w:val="29"/>
    <w:rsid w:val="00E55A80"/>
    <w:rPr>
      <w:rFonts w:ascii="Constantia" w:hAnsi="Constantia" w:cs="Georgia"/>
      <w:b/>
      <w:i/>
      <w:color w:val="FFFFFF"/>
      <w:spacing w:val="-8"/>
      <w:sz w:val="24"/>
      <w:szCs w:val="28"/>
      <w:shd w:val="clear" w:color="auto" w:fill="595959" w:themeFill="text1" w:themeFillTint="A6"/>
    </w:rPr>
  </w:style>
  <w:style w:type="paragraph" w:styleId="Kopfzeile">
    <w:name w:val="header"/>
    <w:basedOn w:val="Standard"/>
    <w:link w:val="KopfzeileZchn"/>
    <w:uiPriority w:val="99"/>
    <w:semiHidden/>
    <w:rsid w:val="00F921A1"/>
    <w:pPr>
      <w:tabs>
        <w:tab w:val="center" w:pos="4680"/>
        <w:tab w:val="right" w:pos="9360"/>
      </w:tabs>
      <w:spacing w:after="0"/>
    </w:pPr>
  </w:style>
  <w:style w:type="character" w:styleId="Buchtitel">
    <w:name w:val="Book Title"/>
    <w:basedOn w:val="Absatz-Standardschriftart"/>
    <w:uiPriority w:val="33"/>
    <w:semiHidden/>
    <w:rsid w:val="00034F4B"/>
    <w:rPr>
      <w:b/>
      <w:bCs/>
      <w:i/>
      <w:iCs/>
      <w:spacing w:val="5"/>
    </w:rPr>
  </w:style>
  <w:style w:type="character" w:styleId="Hervorhebung">
    <w:name w:val="Emphasis"/>
    <w:basedOn w:val="Absatz-Standardschriftart"/>
    <w:uiPriority w:val="20"/>
    <w:semiHidden/>
    <w:rsid w:val="00034F4B"/>
    <w:rPr>
      <w:i/>
      <w:iCs/>
    </w:rPr>
  </w:style>
  <w:style w:type="character" w:styleId="Hashtag">
    <w:name w:val="Hashtag"/>
    <w:basedOn w:val="Absatz-Standardschriftart"/>
    <w:uiPriority w:val="99"/>
    <w:semiHidden/>
    <w:rsid w:val="00034F4B"/>
    <w:rPr>
      <w:color w:val="2B579A"/>
      <w:shd w:val="clear" w:color="auto" w:fill="E6E6E6"/>
    </w:rPr>
  </w:style>
  <w:style w:type="character" w:styleId="IntensiveHervorhebung">
    <w:name w:val="Intense Emphasis"/>
    <w:basedOn w:val="Absatz-Standardschriftart"/>
    <w:uiPriority w:val="21"/>
    <w:semiHidden/>
    <w:rsid w:val="00034F4B"/>
    <w:rPr>
      <w:i/>
      <w:iCs/>
      <w:color w:val="1B74BC" w:themeColor="accent1"/>
    </w:rPr>
  </w:style>
  <w:style w:type="paragraph" w:styleId="IntensivesZitat">
    <w:name w:val="Intense Quote"/>
    <w:basedOn w:val="Standard"/>
    <w:next w:val="Standard"/>
    <w:link w:val="IntensivesZitatZchn"/>
    <w:uiPriority w:val="30"/>
    <w:semiHidden/>
    <w:rsid w:val="00034F4B"/>
    <w:pPr>
      <w:pBdr>
        <w:top w:val="single" w:sz="4" w:space="10" w:color="1B74BC" w:themeColor="accent1"/>
        <w:bottom w:val="single" w:sz="4" w:space="10" w:color="1B74BC" w:themeColor="accent1"/>
      </w:pBdr>
      <w:spacing w:before="360" w:after="360"/>
      <w:ind w:left="864" w:right="864"/>
      <w:jc w:val="center"/>
    </w:pPr>
    <w:rPr>
      <w:i/>
      <w:iCs/>
      <w:color w:val="1B74BC" w:themeColor="accent1"/>
    </w:rPr>
  </w:style>
  <w:style w:type="character" w:customStyle="1" w:styleId="IntensivesZitatZchn">
    <w:name w:val="Intensives Zitat Zchn"/>
    <w:basedOn w:val="Absatz-Standardschriftart"/>
    <w:link w:val="IntensivesZitat"/>
    <w:uiPriority w:val="30"/>
    <w:semiHidden/>
    <w:rsid w:val="00034F4B"/>
    <w:rPr>
      <w:rFonts w:ascii="Arial" w:hAnsi="Arial" w:cs="Arial"/>
      <w:i/>
      <w:iCs/>
      <w:color w:val="1B74BC" w:themeColor="accent1"/>
      <w:sz w:val="22"/>
      <w:szCs w:val="22"/>
    </w:rPr>
  </w:style>
  <w:style w:type="character" w:styleId="IntensiverVerweis">
    <w:name w:val="Intense Reference"/>
    <w:basedOn w:val="Absatz-Standardschriftart"/>
    <w:uiPriority w:val="32"/>
    <w:semiHidden/>
    <w:rsid w:val="00034F4B"/>
    <w:rPr>
      <w:b/>
      <w:bCs/>
      <w:smallCaps/>
      <w:color w:val="1B74BC" w:themeColor="accent1"/>
      <w:spacing w:val="5"/>
    </w:rPr>
  </w:style>
  <w:style w:type="character" w:styleId="Fett">
    <w:name w:val="Strong"/>
    <w:basedOn w:val="Absatz-Standardschriftart"/>
    <w:uiPriority w:val="22"/>
    <w:semiHidden/>
    <w:rsid w:val="00034F4B"/>
    <w:rPr>
      <w:b/>
      <w:bCs/>
    </w:rPr>
  </w:style>
  <w:style w:type="character" w:styleId="SchwacheHervorhebung">
    <w:name w:val="Subtle Emphasis"/>
    <w:basedOn w:val="Absatz-Standardschriftart"/>
    <w:uiPriority w:val="19"/>
    <w:semiHidden/>
    <w:rsid w:val="00034F4B"/>
    <w:rPr>
      <w:i/>
      <w:iCs/>
      <w:color w:val="404040" w:themeColor="text1" w:themeTint="BF"/>
    </w:rPr>
  </w:style>
  <w:style w:type="character" w:styleId="SchwacherVerweis">
    <w:name w:val="Subtle Reference"/>
    <w:basedOn w:val="Absatz-Standardschriftart"/>
    <w:uiPriority w:val="31"/>
    <w:semiHidden/>
    <w:rsid w:val="00034F4B"/>
    <w:rPr>
      <w:smallCaps/>
      <w:color w:val="5A5A5A" w:themeColor="text1" w:themeTint="A5"/>
    </w:rPr>
  </w:style>
  <w:style w:type="character" w:customStyle="1" w:styleId="KopfzeileZchn">
    <w:name w:val="Kopfzeile Zchn"/>
    <w:basedOn w:val="Absatz-Standardschriftart"/>
    <w:link w:val="Kopfzeile"/>
    <w:uiPriority w:val="99"/>
    <w:semiHidden/>
    <w:rsid w:val="007C0018"/>
  </w:style>
  <w:style w:type="paragraph" w:styleId="Fuzeile">
    <w:name w:val="footer"/>
    <w:basedOn w:val="Standard"/>
    <w:link w:val="FuzeileZchn"/>
    <w:uiPriority w:val="99"/>
    <w:semiHidden/>
    <w:rsid w:val="00F921A1"/>
    <w:pPr>
      <w:tabs>
        <w:tab w:val="center" w:pos="4680"/>
        <w:tab w:val="right" w:pos="9360"/>
      </w:tabs>
      <w:spacing w:after="0"/>
    </w:pPr>
  </w:style>
  <w:style w:type="character" w:customStyle="1" w:styleId="FuzeileZchn">
    <w:name w:val="Fußzeile Zchn"/>
    <w:basedOn w:val="Absatz-Standardschriftart"/>
    <w:link w:val="Fuzeile"/>
    <w:uiPriority w:val="99"/>
    <w:semiHidden/>
    <w:rsid w:val="007C0018"/>
  </w:style>
  <w:style w:type="table" w:styleId="Tabellenraster">
    <w:name w:val="Table Grid"/>
    <w:basedOn w:val="NormaleTabelle"/>
    <w:uiPriority w:val="39"/>
    <w:rsid w:val="000D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ufdunklemHintergrund">
    <w:name w:val="Normal auf dunklem Hintergrund"/>
    <w:basedOn w:val="Standard"/>
    <w:uiPriority w:val="1"/>
    <w:semiHidden/>
    <w:qFormat/>
    <w:rsid w:val="006563D7"/>
    <w:rPr>
      <w:color w:val="FFFFFF" w:themeColor="background1"/>
    </w:rPr>
  </w:style>
  <w:style w:type="paragraph" w:customStyle="1" w:styleId="berschrift1Alt">
    <w:name w:val="Überschrift 1 Alt"/>
    <w:basedOn w:val="Standard"/>
    <w:uiPriority w:val="1"/>
    <w:qFormat/>
    <w:rsid w:val="00A95D0F"/>
    <w:pPr>
      <w:spacing w:before="120" w:line="180" w:lineRule="auto"/>
    </w:pPr>
    <w:rPr>
      <w:rFonts w:ascii="Calibri Light" w:hAnsi="Calibri Light"/>
      <w:b/>
      <w:caps/>
      <w:color w:val="001F5F"/>
      <w:sz w:val="42"/>
    </w:rPr>
  </w:style>
  <w:style w:type="paragraph" w:customStyle="1" w:styleId="berschrift2Alt">
    <w:name w:val="Überschrift 2 Alt"/>
    <w:basedOn w:val="Standard"/>
    <w:uiPriority w:val="1"/>
    <w:semiHidden/>
    <w:qFormat/>
    <w:rsid w:val="006563D7"/>
    <w:pPr>
      <w:spacing w:before="120"/>
    </w:pPr>
    <w:rPr>
      <w:i/>
      <w:color w:val="FFFFFF" w:themeColor="background1"/>
      <w:sz w:val="36"/>
    </w:rPr>
  </w:style>
  <w:style w:type="paragraph" w:styleId="KeinLeerraum">
    <w:name w:val="No Spacing"/>
    <w:uiPriority w:val="1"/>
    <w:semiHidden/>
    <w:qFormat/>
    <w:rsid w:val="006563D7"/>
    <w:pPr>
      <w:spacing w:after="0"/>
    </w:pPr>
    <w:rPr>
      <w:sz w:val="24"/>
    </w:rPr>
  </w:style>
  <w:style w:type="character" w:styleId="Platzhaltertext">
    <w:name w:val="Placeholder Text"/>
    <w:basedOn w:val="Absatz-Standardschriftart"/>
    <w:uiPriority w:val="99"/>
    <w:semiHidden/>
    <w:rsid w:val="009052F9"/>
    <w:rPr>
      <w:color w:val="808080"/>
    </w:rPr>
  </w:style>
  <w:style w:type="paragraph" w:styleId="Datum">
    <w:name w:val="Date"/>
    <w:basedOn w:val="Standard"/>
    <w:next w:val="Standard"/>
    <w:link w:val="DatumZchn"/>
    <w:uiPriority w:val="99"/>
    <w:rsid w:val="00B004AA"/>
    <w:pPr>
      <w:kinsoku w:val="0"/>
      <w:overflowPunct w:val="0"/>
      <w:spacing w:after="0"/>
      <w:ind w:right="69"/>
      <w:jc w:val="right"/>
    </w:pPr>
    <w:rPr>
      <w:rFonts w:ascii="Constantia" w:hAnsi="Constantia"/>
      <w:color w:val="0075A2" w:themeColor="accent2" w:themeShade="BF"/>
      <w:sz w:val="24"/>
      <w:szCs w:val="24"/>
    </w:rPr>
  </w:style>
  <w:style w:type="character" w:customStyle="1" w:styleId="DatumZchn">
    <w:name w:val="Datum Zchn"/>
    <w:basedOn w:val="Absatz-Standardschriftart"/>
    <w:link w:val="Datum"/>
    <w:uiPriority w:val="99"/>
    <w:rsid w:val="00B004AA"/>
    <w:rPr>
      <w:rFonts w:ascii="Constantia" w:hAnsi="Constantia" w:cs="Georgia"/>
      <w:color w:val="0075A2" w:themeColor="accent2" w:themeShade="BF"/>
      <w:sz w:val="24"/>
      <w:szCs w:val="24"/>
    </w:rPr>
  </w:style>
  <w:style w:type="paragraph" w:customStyle="1" w:styleId="Kontaktdetails">
    <w:name w:val="Kontaktdetails"/>
    <w:basedOn w:val="Standard"/>
    <w:uiPriority w:val="1"/>
    <w:qFormat/>
    <w:rsid w:val="00C503F2"/>
    <w:pPr>
      <w:shd w:val="clear" w:color="auto" w:fill="1B74BC" w:themeFill="accent1"/>
      <w:spacing w:after="120"/>
      <w:jc w:val="center"/>
    </w:pPr>
    <w:rPr>
      <w:b/>
      <w:i/>
      <w:color w:val="FFFFFF"/>
      <w:sz w:val="24"/>
    </w:rPr>
  </w:style>
  <w:style w:type="paragraph" w:customStyle="1" w:styleId="ZusammenfassungdesArtikels">
    <w:name w:val="Zusammenfassung des Artikels"/>
    <w:basedOn w:val="Standard"/>
    <w:uiPriority w:val="1"/>
    <w:qFormat/>
    <w:rsid w:val="00A95D0F"/>
    <w:pPr>
      <w:spacing w:after="160" w:line="260" w:lineRule="atLeast"/>
    </w:pPr>
    <w:rPr>
      <w:rFonts w:ascii="Constantia" w:hAnsi="Constantia"/>
      <w:b/>
      <w:i/>
      <w:color w:val="001F5F" w:themeColor="text2"/>
      <w:sz w:val="22"/>
      <w:szCs w:val="20"/>
    </w:rPr>
  </w:style>
  <w:style w:type="paragraph" w:customStyle="1" w:styleId="PhoneEmailWeb">
    <w:name w:val="PhoneEmailWeb"/>
    <w:basedOn w:val="Kontaktdetails"/>
    <w:uiPriority w:val="1"/>
    <w:qFormat/>
    <w:rsid w:val="00C503F2"/>
    <w:pPr>
      <w:shd w:val="clear" w:color="auto" w:fill="0075A2" w:themeFill="accent2" w:themeFillShade="BF"/>
    </w:pPr>
  </w:style>
  <w:style w:type="paragraph" w:styleId="Sprechblasentext">
    <w:name w:val="Balloon Text"/>
    <w:basedOn w:val="Standard"/>
    <w:link w:val="SprechblasentextZchn"/>
    <w:uiPriority w:val="99"/>
    <w:semiHidden/>
    <w:unhideWhenUsed/>
    <w:rsid w:val="00A95D0F"/>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vet\AppData\Roaming\Microsoft\Templates\Newsletter%20&#8222;Hardware&#82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46BA4A6E3E4CD2B2D4450E550CA261"/>
        <w:category>
          <w:name w:val="Allgemein"/>
          <w:gallery w:val="placeholder"/>
        </w:category>
        <w:types>
          <w:type w:val="bbPlcHdr"/>
        </w:types>
        <w:behaviors>
          <w:behavior w:val="content"/>
        </w:behaviors>
        <w:guid w:val="{7857EBAF-9C99-4441-84AC-ED7D6B683602}"/>
      </w:docPartPr>
      <w:docPartBody>
        <w:p w:rsidR="002C00C2" w:rsidRPr="00616EA8" w:rsidRDefault="004D294C" w:rsidP="00C03D04">
          <w:pPr>
            <w:pStyle w:val="Titel"/>
          </w:pPr>
          <w:r w:rsidRPr="00616EA8">
            <w:rPr>
              <w:lang w:bidi="de-DE"/>
            </w:rPr>
            <w:t>Newsletter</w:t>
          </w:r>
        </w:p>
        <w:p w:rsidR="004D294C" w:rsidRDefault="004D294C">
          <w:pPr>
            <w:pStyle w:val="7946BA4A6E3E4CD2B2D4450E550CA261"/>
          </w:pPr>
          <w:r w:rsidRPr="00616EA8">
            <w:rPr>
              <w:lang w:bidi="de-DE"/>
            </w:rPr>
            <w:t>Titel</w:t>
          </w:r>
        </w:p>
      </w:docPartBody>
    </w:docPart>
    <w:docPart>
      <w:docPartPr>
        <w:name w:val="5D5190AC7FCD4B8A9E9C16FFE8A7F69A"/>
        <w:category>
          <w:name w:val="Allgemein"/>
          <w:gallery w:val="placeholder"/>
        </w:category>
        <w:types>
          <w:type w:val="bbPlcHdr"/>
        </w:types>
        <w:behaviors>
          <w:behavior w:val="content"/>
        </w:behaviors>
        <w:guid w:val="{51082B10-1E4D-4EEF-AD90-FDB9DFF815C9}"/>
      </w:docPartPr>
      <w:docPartBody>
        <w:p w:rsidR="004D294C" w:rsidRDefault="004D294C">
          <w:pPr>
            <w:pStyle w:val="5D5190AC7FCD4B8A9E9C16FFE8A7F69A"/>
          </w:pPr>
          <w:r w:rsidRPr="00B004AA">
            <w:rPr>
              <w:lang w:bidi="de-DE"/>
            </w:rPr>
            <w:t>Datum des Newsletters</w:t>
          </w:r>
        </w:p>
      </w:docPartBody>
    </w:docPart>
    <w:docPart>
      <w:docPartPr>
        <w:name w:val="53A48F6FB5A84943B544A91E78F88B53"/>
        <w:category>
          <w:name w:val="Allgemein"/>
          <w:gallery w:val="placeholder"/>
        </w:category>
        <w:types>
          <w:type w:val="bbPlcHdr"/>
        </w:types>
        <w:behaviors>
          <w:behavior w:val="content"/>
        </w:behaviors>
        <w:guid w:val="{8D8EDD97-654A-4D8C-B50A-D811B24205E1}"/>
      </w:docPartPr>
      <w:docPartBody>
        <w:p w:rsidR="004D294C" w:rsidRDefault="004D294C">
          <w:pPr>
            <w:pStyle w:val="53A48F6FB5A84943B544A91E78F88B53"/>
          </w:pPr>
          <w:r w:rsidRPr="00844B11">
            <w:rPr>
              <w:rStyle w:val="berschrift1Zchn"/>
              <w:rFonts w:eastAsiaTheme="minorEastAsia"/>
              <w:b w:val="0"/>
              <w:lang w:bidi="de-DE"/>
            </w:rPr>
            <w:t>ARTIKELÜBERSCHRIFT</w:t>
          </w:r>
        </w:p>
      </w:docPartBody>
    </w:docPart>
    <w:docPart>
      <w:docPartPr>
        <w:name w:val="BF37F2AA39254473A34DC077D1805C00"/>
        <w:category>
          <w:name w:val="Allgemein"/>
          <w:gallery w:val="placeholder"/>
        </w:category>
        <w:types>
          <w:type w:val="bbPlcHdr"/>
        </w:types>
        <w:behaviors>
          <w:behavior w:val="content"/>
        </w:behaviors>
        <w:guid w:val="{D837F13E-765D-468A-93F6-EEF7E1B8B56B}"/>
      </w:docPartPr>
      <w:docPartBody>
        <w:p w:rsidR="002C00C2" w:rsidRPr="00616EA8" w:rsidRDefault="004D294C" w:rsidP="00C03D04">
          <w:r w:rsidRPr="00616EA8">
            <w:rPr>
              <w:lang w:bidi="de-DE"/>
            </w:rPr>
            <w:t>Sie können den Text in jedem Abschnitt dieses Dokuments jederzeit bequem ändern, indem Sie einfach darauf klicken und mit der Eingabe beginnen. Die Vorlage ist so konfiguriert, dass die Formatierung auch mit neu von Ihnen hinzugefügten Informationen intakt bleibt.</w:t>
          </w:r>
        </w:p>
        <w:p w:rsidR="004D294C" w:rsidRDefault="004D294C">
          <w:pPr>
            <w:pStyle w:val="BF37F2AA39254473A34DC077D1805C00"/>
          </w:pPr>
          <w:r w:rsidRPr="00616EA8">
            <w:rPr>
              <w:lang w:bidi="de-DE"/>
            </w:rPr>
            <w:t>Zum Aktualisieren der Formatierung können Sie auf der Registerkarte "Start" den Katalog "Schnellformatvorlagen" für die integrierten Formatvorlagen verwenden. Außerdem können Sie mithilfe der anderen Steuerelemente auf der Registerkarte „Start“ Text auch direkt formatieren.</w:t>
          </w:r>
        </w:p>
      </w:docPartBody>
    </w:docPart>
    <w:docPart>
      <w:docPartPr>
        <w:name w:val="1F4E5F3B759F4B4E9B050ABCD821ECCC"/>
        <w:category>
          <w:name w:val="Allgemein"/>
          <w:gallery w:val="placeholder"/>
        </w:category>
        <w:types>
          <w:type w:val="bbPlcHdr"/>
        </w:types>
        <w:behaviors>
          <w:behavior w:val="content"/>
        </w:behaviors>
        <w:guid w:val="{C4FCB7C3-0070-4B4D-B296-736C08F893CC}"/>
      </w:docPartPr>
      <w:docPartBody>
        <w:p w:rsidR="002C00C2" w:rsidRPr="00616EA8" w:rsidRDefault="004D294C" w:rsidP="00C03D04">
          <w:r w:rsidRPr="00616EA8">
            <w:rPr>
              <w:lang w:bidi="de-DE"/>
            </w:rPr>
            <w:t>Auf der Registerkarte „Entwurf“ können Sie das Design, die Farben und die Schriftarten des Dokuments ändern. Dadurch wird das gesamte Dokument durch nur einen Klick mit dem ausgewählten Hauptfarbschema und dem Schriftartenschema aktualisiert.</w:t>
          </w:r>
        </w:p>
        <w:p w:rsidR="004D294C" w:rsidRDefault="004D294C">
          <w:pPr>
            <w:pStyle w:val="1F4E5F3B759F4B4E9B050ABCD821ECCC"/>
          </w:pPr>
          <w:r w:rsidRPr="00616EA8">
            <w:rPr>
              <w:lang w:bidi="de-DE"/>
            </w:rPr>
            <w:t>Um eines der Bilder zu ändern, klicken Sie einfach darauf, und wählen Sie auf der Registerkarte des Bildtools auf „Bild ändern“. Für das Bild auf der ersten Seite doppelklicken Sie in die Kopfzeile, um auf das Bild zuzugreifen und es bei Bedarf zu aktualisieren.</w:t>
          </w:r>
        </w:p>
      </w:docPartBody>
    </w:docPart>
    <w:docPart>
      <w:docPartPr>
        <w:name w:val="CB25D3B5F6084DE493772E6C9151F791"/>
        <w:category>
          <w:name w:val="Allgemein"/>
          <w:gallery w:val="placeholder"/>
        </w:category>
        <w:types>
          <w:type w:val="bbPlcHdr"/>
        </w:types>
        <w:behaviors>
          <w:behavior w:val="content"/>
        </w:behaviors>
        <w:guid w:val="{8AFDF976-480F-4637-8443-68AA09049D15}"/>
      </w:docPartPr>
      <w:docPartBody>
        <w:p w:rsidR="004D294C" w:rsidRDefault="004D294C">
          <w:pPr>
            <w:pStyle w:val="CB25D3B5F6084DE493772E6C9151F791"/>
          </w:pPr>
          <w:r w:rsidRPr="00616EA8">
            <w:rPr>
              <w:lang w:bidi="de-DE"/>
            </w:rPr>
            <w:t>ARTIKELÜBERSCHRIFT</w:t>
          </w:r>
        </w:p>
      </w:docPartBody>
    </w:docPart>
    <w:docPart>
      <w:docPartPr>
        <w:name w:val="011F9B6B08C14B7EAC185FDEEE0917DE"/>
        <w:category>
          <w:name w:val="Allgemein"/>
          <w:gallery w:val="placeholder"/>
        </w:category>
        <w:types>
          <w:type w:val="bbPlcHdr"/>
        </w:types>
        <w:behaviors>
          <w:behavior w:val="content"/>
        </w:behaviors>
        <w:guid w:val="{24969F4A-5282-49FF-BA10-9BE344924ABE}"/>
      </w:docPartPr>
      <w:docPartBody>
        <w:p w:rsidR="004D294C" w:rsidRDefault="004D294C">
          <w:pPr>
            <w:pStyle w:val="011F9B6B08C14B7EAC185FDEEE0917DE"/>
          </w:pPr>
          <w:r w:rsidRPr="00616EA8">
            <w:rPr>
              <w:lang w:bidi="de-DE"/>
            </w:rPr>
            <w:t>Geben Sie ein Zitat aus dem Artikel oder die Zusammenfassung eines interessanten Punktes an. Sie</w:t>
          </w:r>
          <w:r>
            <w:rPr>
              <w:lang w:bidi="de-DE"/>
            </w:rPr>
            <w:t> </w:t>
          </w:r>
          <w:r w:rsidRPr="00616EA8">
            <w:rPr>
              <w:lang w:bidi="de-DE"/>
            </w:rPr>
            <w:t>können die Farbe des Blocks automatisch durch eine Änderung der Vorlagenfarben ändern oder die Füllung dieser Zelle aktualisieren.</w:t>
          </w:r>
        </w:p>
      </w:docPartBody>
    </w:docPart>
    <w:docPart>
      <w:docPartPr>
        <w:name w:val="F81A20812B844FABBB02CA9DE6EC3F7B"/>
        <w:category>
          <w:name w:val="Allgemein"/>
          <w:gallery w:val="placeholder"/>
        </w:category>
        <w:types>
          <w:type w:val="bbPlcHdr"/>
        </w:types>
        <w:behaviors>
          <w:behavior w:val="content"/>
        </w:behaviors>
        <w:guid w:val="{A5287C61-0102-44ED-A313-C48623B1E9BF}"/>
      </w:docPartPr>
      <w:docPartBody>
        <w:p w:rsidR="002C00C2" w:rsidRPr="00C03D04" w:rsidRDefault="004D294C" w:rsidP="00C03D04">
          <w:r w:rsidRPr="00C03D04">
            <w:rPr>
              <w:lang w:bidi="de-DE"/>
            </w:rPr>
            <w:t xml:space="preserve">Geben Sie für diesen Seitenbereich ein paar Hervorhebungen für einen anderen Artikel oder eine Veranstaltung ein, die Sie hervorheben möchten. </w:t>
          </w:r>
        </w:p>
        <w:p w:rsidR="002C00C2" w:rsidRPr="00C03D04" w:rsidRDefault="004D294C" w:rsidP="00C03D04">
          <w:r w:rsidRPr="00C03D04">
            <w:rPr>
              <w:lang w:bidi="de-DE"/>
            </w:rPr>
            <w:t xml:space="preserve">Teilen Sie mit der Zielgruppe, was sich noch in dem Dokument befindet. </w:t>
          </w:r>
        </w:p>
        <w:p w:rsidR="002C00C2" w:rsidRPr="00C03D04" w:rsidRDefault="004D294C" w:rsidP="00C03D04">
          <w:r w:rsidRPr="00C03D04">
            <w:rPr>
              <w:lang w:bidi="de-DE"/>
            </w:rPr>
            <w:t xml:space="preserve">Sie können hier einen Textabschnitt beginnen und ihn auf einer anderen Seite im Newsletter fortsetzen, wenn dieser mehr Platz braucht als hier verfügbar ist. </w:t>
          </w:r>
        </w:p>
        <w:p w:rsidR="004D294C" w:rsidRDefault="004D294C">
          <w:pPr>
            <w:pStyle w:val="F81A20812B844FABBB02CA9DE6EC3F7B"/>
          </w:pPr>
          <w:r w:rsidRPr="00C03D04">
            <w:rPr>
              <w:lang w:bidi="de-DE"/>
            </w:rPr>
            <w:t>Gestalten Sie den Newsletter ganz nach Ihren Vorstellungen!</w:t>
          </w:r>
        </w:p>
      </w:docPartBody>
    </w:docPart>
    <w:docPart>
      <w:docPartPr>
        <w:name w:val="7FBE3D4A90DF4FA0A06C08795786146E"/>
        <w:category>
          <w:name w:val="Allgemein"/>
          <w:gallery w:val="placeholder"/>
        </w:category>
        <w:types>
          <w:type w:val="bbPlcHdr"/>
        </w:types>
        <w:behaviors>
          <w:behavior w:val="content"/>
        </w:behaviors>
        <w:guid w:val="{85F9BEDC-CF57-4023-B32F-10E29AFB9F98}"/>
      </w:docPartPr>
      <w:docPartBody>
        <w:p w:rsidR="004D294C" w:rsidRDefault="004D294C">
          <w:pPr>
            <w:pStyle w:val="7FBE3D4A90DF4FA0A06C08795786146E"/>
          </w:pPr>
          <w:r w:rsidRPr="00844B11">
            <w:rPr>
              <w:rStyle w:val="berschrift1Zchn"/>
              <w:rFonts w:eastAsiaTheme="minorEastAsia"/>
              <w:b w:val="0"/>
              <w:lang w:bidi="de-DE"/>
            </w:rPr>
            <w:t>ARTIKELÜBERSCHRIFT</w:t>
          </w:r>
        </w:p>
      </w:docPartBody>
    </w:docPart>
    <w:docPart>
      <w:docPartPr>
        <w:name w:val="82402A7240C74579B6B2CC6C6002B2A0"/>
        <w:category>
          <w:name w:val="Allgemein"/>
          <w:gallery w:val="placeholder"/>
        </w:category>
        <w:types>
          <w:type w:val="bbPlcHdr"/>
        </w:types>
        <w:behaviors>
          <w:behavior w:val="content"/>
        </w:behaviors>
        <w:guid w:val="{D9D63613-6D85-4883-9894-5FE235727E90}"/>
      </w:docPartPr>
      <w:docPartBody>
        <w:p w:rsidR="004D294C" w:rsidRDefault="004D294C">
          <w:pPr>
            <w:pStyle w:val="82402A7240C74579B6B2CC6C6002B2A0"/>
          </w:pPr>
          <w:r w:rsidRPr="008C24B3">
            <w:rPr>
              <w:lang w:bidi="de-DE"/>
            </w:rPr>
            <w:t>Fügen Sie hier eine Zusammenfassung Ihres Artikels ein. Sie können mit einem Slogan beginnen, den Artikel beginnen oder eine zweite Überschrift einsetzen, um dem Leser in ein bis zwei Sätzen zu erklären, worum es in diesem Artikel geht.</w:t>
          </w:r>
        </w:p>
      </w:docPartBody>
    </w:docPart>
    <w:docPart>
      <w:docPartPr>
        <w:name w:val="AC407B747A0843F8AF041249CC232D44"/>
        <w:category>
          <w:name w:val="Allgemein"/>
          <w:gallery w:val="placeholder"/>
        </w:category>
        <w:types>
          <w:type w:val="bbPlcHdr"/>
        </w:types>
        <w:behaviors>
          <w:behavior w:val="content"/>
        </w:behaviors>
        <w:guid w:val="{AB59A883-2138-41C1-9264-5ABD5554BBBE}"/>
      </w:docPartPr>
      <w:docPartBody>
        <w:p w:rsidR="002C00C2" w:rsidRPr="00D636D7" w:rsidRDefault="004D294C" w:rsidP="00C03D04">
          <w:r w:rsidRPr="00D636D7">
            <w:rPr>
              <w:lang w:bidi="de-DE"/>
            </w:rPr>
            <w:t xml:space="preserve">Sie können die Formatierung von markiertem Text im Dokument leicht ändern, indem Sie auf der Registerkarte "Start" im Katalog "Schnellformatvorlagen" eine Gestaltung für den markierten Text auswählen. Wenn Sie die Schriftarten komplett ändern möchten, wechseln Sie einfach zur Registerkarte „Entwurf“, und wählen Sie die Schriftartkombination aus, die Sie für die Überschriften und den Textkörper verwenden möchten. </w:t>
          </w:r>
        </w:p>
        <w:p w:rsidR="004D294C" w:rsidRDefault="004D294C">
          <w:pPr>
            <w:pStyle w:val="AC407B747A0843F8AF041249CC232D44"/>
          </w:pPr>
          <w:r w:rsidRPr="00D636D7">
            <w:rPr>
              <w:lang w:bidi="de-DE"/>
            </w:rPr>
            <w:t xml:space="preserve">Auf der Registerkarte „Entwurf“ können Sie auch das Farbschema des Dokuments ändern, indem Sie eine Gruppe von Farben aus dem Farbmenü auswählen. </w:t>
          </w:r>
        </w:p>
      </w:docPartBody>
    </w:docPart>
    <w:docPart>
      <w:docPartPr>
        <w:name w:val="80AA15B1CF0F4636BD247F8776C8A7E3"/>
        <w:category>
          <w:name w:val="Allgemein"/>
          <w:gallery w:val="placeholder"/>
        </w:category>
        <w:types>
          <w:type w:val="bbPlcHdr"/>
        </w:types>
        <w:behaviors>
          <w:behavior w:val="content"/>
        </w:behaviors>
        <w:guid w:val="{FD0B16C4-3312-42B3-8374-F9067254280C}"/>
      </w:docPartPr>
      <w:docPartBody>
        <w:p w:rsidR="002C00C2" w:rsidRPr="008C24B3" w:rsidRDefault="004D294C" w:rsidP="00C03D04">
          <w:r w:rsidRPr="008C24B3">
            <w:rPr>
              <w:lang w:bidi="de-DE"/>
            </w:rPr>
            <w:t xml:space="preserve">Sie möchten die Bilder im Dokument ändern? Das ist ganz einfach. Klicken Sie einfach auf die Bilder, und wechseln Sie zur Registerkarte „Bildtools“. Klicken Sie dort auf die Option „Bild ändern“. Sie müssen dann das Bild auswählen, mit dem Sie das andere Bild ersetzen möchten. </w:t>
          </w:r>
        </w:p>
        <w:p w:rsidR="004D294C" w:rsidRDefault="004D294C">
          <w:pPr>
            <w:pStyle w:val="80AA15B1CF0F4636BD247F8776C8A7E3"/>
          </w:pPr>
          <w:r w:rsidRPr="008C24B3">
            <w:rPr>
              <w:lang w:bidi="de-DE"/>
            </w:rPr>
            <w:t>Um die Bilder im Hintergrund des Dokuments zu aktualisieren, doppelklicken Sie einfach in die Kopfzeile, um auf diese Bilder zuzugreifen. Die Schritte zum Ändern der Bilder sind die gleichen wie oben beschrieben.</w:t>
          </w:r>
        </w:p>
      </w:docPartBody>
    </w:docPart>
    <w:docPart>
      <w:docPartPr>
        <w:name w:val="3A06AB95366A4192BE62BF258B619BC5"/>
        <w:category>
          <w:name w:val="Allgemein"/>
          <w:gallery w:val="placeholder"/>
        </w:category>
        <w:types>
          <w:type w:val="bbPlcHdr"/>
        </w:types>
        <w:behaviors>
          <w:behavior w:val="content"/>
        </w:behaviors>
        <w:guid w:val="{1584496A-1B66-415B-B8CF-18DB916715A6}"/>
      </w:docPartPr>
      <w:docPartBody>
        <w:p w:rsidR="004D294C" w:rsidRDefault="004D294C">
          <w:pPr>
            <w:pStyle w:val="3A06AB95366A4192BE62BF258B619BC5"/>
          </w:pPr>
          <w:r w:rsidRPr="00C03D04">
            <w:rPr>
              <w:lang w:bidi="de-DE"/>
            </w:rPr>
            <w:t>Geben Sie ein Zitat aus dem Dokument oder die Zusammenfassung eines interessanten Punktes 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94C"/>
    <w:rsid w:val="004D294C"/>
    <w:rsid w:val="00EE4CB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widowControl w:val="0"/>
      <w:kinsoku w:val="0"/>
      <w:overflowPunct w:val="0"/>
      <w:autoSpaceDE w:val="0"/>
      <w:autoSpaceDN w:val="0"/>
      <w:adjustRightInd w:val="0"/>
      <w:spacing w:before="120" w:after="120" w:line="240" w:lineRule="auto"/>
      <w:outlineLvl w:val="0"/>
    </w:pPr>
    <w:rPr>
      <w:rFonts w:asciiTheme="majorHAnsi" w:eastAsia="Times New Roman" w:hAnsiTheme="majorHAnsi" w:cs="Lucida Grande"/>
      <w:b/>
      <w:bCs/>
      <w:caps/>
      <w:color w:val="4472C4" w:themeColor="accent1"/>
      <w:sz w:val="56"/>
      <w:szCs w:val="48"/>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pPr>
      <w:widowControl w:val="0"/>
      <w:autoSpaceDE w:val="0"/>
      <w:autoSpaceDN w:val="0"/>
      <w:adjustRightInd w:val="0"/>
      <w:spacing w:before="120" w:after="120" w:line="192" w:lineRule="auto"/>
    </w:pPr>
    <w:rPr>
      <w:rFonts w:ascii="Calibri Light" w:eastAsia="Times New Roman" w:hAnsi="Calibri Light" w:cs="Georgia"/>
      <w:b/>
      <w:bCs/>
      <w:color w:val="FFFFFF"/>
      <w:spacing w:val="-10"/>
      <w:kern w:val="28"/>
      <w:sz w:val="72"/>
      <w:szCs w:val="56"/>
      <w:lang w:val="de-DE" w:eastAsia="en-US"/>
    </w:rPr>
  </w:style>
  <w:style w:type="character" w:customStyle="1" w:styleId="TitelZchn">
    <w:name w:val="Titel Zchn"/>
    <w:basedOn w:val="Absatz-Standardschriftart"/>
    <w:link w:val="Titel"/>
    <w:uiPriority w:val="10"/>
    <w:rPr>
      <w:rFonts w:ascii="Calibri Light" w:eastAsia="Times New Roman" w:hAnsi="Calibri Light" w:cs="Georgia"/>
      <w:b/>
      <w:bCs/>
      <w:color w:val="FFFFFF"/>
      <w:spacing w:val="-10"/>
      <w:kern w:val="28"/>
      <w:sz w:val="72"/>
      <w:szCs w:val="56"/>
      <w:lang w:val="de-DE" w:eastAsia="en-US"/>
    </w:rPr>
  </w:style>
  <w:style w:type="paragraph" w:customStyle="1" w:styleId="7946BA4A6E3E4CD2B2D4450E550CA261">
    <w:name w:val="7946BA4A6E3E4CD2B2D4450E550CA261"/>
  </w:style>
  <w:style w:type="paragraph" w:customStyle="1" w:styleId="5D5190AC7FCD4B8A9E9C16FFE8A7F69A">
    <w:name w:val="5D5190AC7FCD4B8A9E9C16FFE8A7F69A"/>
  </w:style>
  <w:style w:type="character" w:customStyle="1" w:styleId="berschrift1Zchn">
    <w:name w:val="Überschrift 1 Zchn"/>
    <w:basedOn w:val="Absatz-Standardschriftart"/>
    <w:link w:val="berschrift1"/>
    <w:uiPriority w:val="1"/>
    <w:rPr>
      <w:rFonts w:asciiTheme="majorHAnsi" w:eastAsia="Times New Roman" w:hAnsiTheme="majorHAnsi" w:cs="Lucida Grande"/>
      <w:b/>
      <w:bCs/>
      <w:caps/>
      <w:color w:val="4472C4" w:themeColor="accent1"/>
      <w:sz w:val="56"/>
      <w:szCs w:val="48"/>
      <w:lang w:val="de-DE" w:eastAsia="en-US"/>
    </w:rPr>
  </w:style>
  <w:style w:type="paragraph" w:customStyle="1" w:styleId="53A48F6FB5A84943B544A91E78F88B53">
    <w:name w:val="53A48F6FB5A84943B544A91E78F88B53"/>
  </w:style>
  <w:style w:type="paragraph" w:customStyle="1" w:styleId="BF37F2AA39254473A34DC077D1805C00">
    <w:name w:val="BF37F2AA39254473A34DC077D1805C00"/>
  </w:style>
  <w:style w:type="paragraph" w:customStyle="1" w:styleId="1F4E5F3B759F4B4E9B050ABCD821ECCC">
    <w:name w:val="1F4E5F3B759F4B4E9B050ABCD821ECCC"/>
  </w:style>
  <w:style w:type="paragraph" w:customStyle="1" w:styleId="CB25D3B5F6084DE493772E6C9151F791">
    <w:name w:val="CB25D3B5F6084DE493772E6C9151F791"/>
  </w:style>
  <w:style w:type="paragraph" w:customStyle="1" w:styleId="011F9B6B08C14B7EAC185FDEEE0917DE">
    <w:name w:val="011F9B6B08C14B7EAC185FDEEE0917DE"/>
  </w:style>
  <w:style w:type="paragraph" w:customStyle="1" w:styleId="F81A20812B844FABBB02CA9DE6EC3F7B">
    <w:name w:val="F81A20812B844FABBB02CA9DE6EC3F7B"/>
  </w:style>
  <w:style w:type="paragraph" w:customStyle="1" w:styleId="7FBE3D4A90DF4FA0A06C08795786146E">
    <w:name w:val="7FBE3D4A90DF4FA0A06C08795786146E"/>
  </w:style>
  <w:style w:type="paragraph" w:customStyle="1" w:styleId="82402A7240C74579B6B2CC6C6002B2A0">
    <w:name w:val="82402A7240C74579B6B2CC6C6002B2A0"/>
  </w:style>
  <w:style w:type="paragraph" w:customStyle="1" w:styleId="AC407B747A0843F8AF041249CC232D44">
    <w:name w:val="AC407B747A0843F8AF041249CC232D44"/>
  </w:style>
  <w:style w:type="paragraph" w:customStyle="1" w:styleId="80AA15B1CF0F4636BD247F8776C8A7E3">
    <w:name w:val="80AA15B1CF0F4636BD247F8776C8A7E3"/>
  </w:style>
  <w:style w:type="paragraph" w:customStyle="1" w:styleId="3A06AB95366A4192BE62BF258B619BC5">
    <w:name w:val="3A06AB95366A4192BE62BF258B619B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1">
      <a:dk1>
        <a:srgbClr val="000000"/>
      </a:dk1>
      <a:lt1>
        <a:srgbClr val="FFFFFF"/>
      </a:lt1>
      <a:dk2>
        <a:srgbClr val="001F5F"/>
      </a:dk2>
      <a:lt2>
        <a:srgbClr val="1DA4DF"/>
      </a:lt2>
      <a:accent1>
        <a:srgbClr val="1B74BC"/>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Custom 11">
      <a:majorFont>
        <a:latin typeface="Calibri Light"/>
        <a:ea typeface=""/>
        <a:cs typeface=""/>
      </a:majorFont>
      <a:minorFont>
        <a:latin typeface="Constant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5d36d37b-71b4-4416-b8a2-712a72be7925" xsi:nil="true"/>
    <TaxCatchAll xmlns="e92a2ac5-b25a-46ac-94d3-afeb148eacd8" xsi:nil="true"/>
    <lcf76f155ced4ddcb4097134ff3c332f xmlns="5d36d37b-71b4-4416-b8a2-712a72be79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E0A218B65CF8F4E9AF05F2AB7592672" ma:contentTypeVersion="18" ma:contentTypeDescription="Ein neues Dokument erstellen." ma:contentTypeScope="" ma:versionID="6961627f65de9e37a54ad9d23e7513c8">
  <xsd:schema xmlns:xsd="http://www.w3.org/2001/XMLSchema" xmlns:xs="http://www.w3.org/2001/XMLSchema" xmlns:p="http://schemas.microsoft.com/office/2006/metadata/properties" xmlns:ns2="5d36d37b-71b4-4416-b8a2-712a72be7925" xmlns:ns3="e92a2ac5-b25a-46ac-94d3-afeb148eacd8" targetNamespace="http://schemas.microsoft.com/office/2006/metadata/properties" ma:root="true" ma:fieldsID="ba60c7a9627f9d9b2a910efa1404700b" ns2:_="" ns3:_="">
    <xsd:import namespace="5d36d37b-71b4-4416-b8a2-712a72be7925"/>
    <xsd:import namespace="e92a2ac5-b25a-46ac-94d3-afeb148eac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6d37b-71b4-4416-b8a2-712a72be7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208fab-4dc0-401f-83e0-c7b9bb7a63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2a2ac5-b25a-46ac-94d3-afeb148eacd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ffe5ca1-ef84-4dab-a378-9389cdd71f7b}" ma:internalName="TaxCatchAll" ma:showField="CatchAllData" ma:web="e92a2ac5-b25a-46ac-94d3-afeb148eac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57E44A-3D45-4861-997B-4E8202BF001F}">
  <ds:schemaRefs>
    <ds:schemaRef ds:uri="http://schemas.microsoft.com/sharepoint/v3/contenttype/forms"/>
  </ds:schemaRefs>
</ds:datastoreItem>
</file>

<file path=customXml/itemProps2.xml><?xml version="1.0" encoding="utf-8"?>
<ds:datastoreItem xmlns:ds="http://schemas.openxmlformats.org/officeDocument/2006/customXml" ds:itemID="{D96079A7-F399-476A-BC91-9157C11E8CF9}">
  <ds:schemaRefs>
    <ds:schemaRef ds:uri="http://schemas.openxmlformats.org/officeDocument/2006/bibliography"/>
  </ds:schemaRefs>
</ds:datastoreItem>
</file>

<file path=customXml/itemProps3.xml><?xml version="1.0" encoding="utf-8"?>
<ds:datastoreItem xmlns:ds="http://schemas.openxmlformats.org/officeDocument/2006/customXml" ds:itemID="{6A5723A9-56A6-47D9-9F3B-BB28FB5F1650}">
  <ds:schemaRefs>
    <ds:schemaRef ds:uri="http://schemas.microsoft.com/office/2006/metadata/properties"/>
    <ds:schemaRef ds:uri="http://schemas.microsoft.com/office/infopath/2007/PartnerControls"/>
    <ds:schemaRef ds:uri="71af3243-3dd4-4a8d-8c0d-dd76da1f02a5"/>
    <ds:schemaRef ds:uri="5d36d37b-71b4-4416-b8a2-712a72be7925"/>
    <ds:schemaRef ds:uri="e92a2ac5-b25a-46ac-94d3-afeb148eacd8"/>
  </ds:schemaRefs>
</ds:datastoreItem>
</file>

<file path=customXml/itemProps4.xml><?xml version="1.0" encoding="utf-8"?>
<ds:datastoreItem xmlns:ds="http://schemas.openxmlformats.org/officeDocument/2006/customXml" ds:itemID="{4C977DA4-0F40-4B25-BEFF-A4EE4F580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6d37b-71b4-4416-b8a2-712a72be7925"/>
    <ds:schemaRef ds:uri="e92a2ac5-b25a-46ac-94d3-afeb148eac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Newsletter „Hardware“.dotx</Template>
  <TotalTime>0</TotalTime>
  <Pages>2</Pages>
  <Words>448</Words>
  <Characters>2707</Characters>
  <Application>Microsoft Office Word</Application>
  <DocSecurity>0</DocSecurity>
  <Lines>246</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2023-09-20T09:19:00Z</dcterms:created>
  <dcterms:modified xsi:type="dcterms:W3CDTF">2023-09-20T09:47:00Z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MediaServiceImageTags">
    <vt:lpwstr/>
  </property>
</Properties>
</file>